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647CC" w14:textId="77777777" w:rsidR="00670A0B" w:rsidRDefault="00670A0B" w:rsidP="00670A0B">
      <w:pPr>
        <w:rPr>
          <w:rFonts w:cs="Arial"/>
          <w:sz w:val="28"/>
          <w:szCs w:val="28"/>
        </w:rPr>
      </w:pPr>
    </w:p>
    <w:p w14:paraId="7E2D2B7B" w14:textId="77777777" w:rsidR="00670A0B" w:rsidRDefault="0018484D" w:rsidP="00670A0B">
      <w:pPr>
        <w:rPr>
          <w:rFonts w:cs="Arial"/>
          <w:sz w:val="28"/>
          <w:szCs w:val="28"/>
        </w:rPr>
      </w:pPr>
      <w:r>
        <w:rPr>
          <w:noProof/>
          <w:lang w:val="pl-PL" w:eastAsia="pl-PL"/>
        </w:rPr>
        <w:drawing>
          <wp:inline distT="0" distB="0" distL="0" distR="0" wp14:anchorId="760B0094" wp14:editId="1F223550">
            <wp:extent cx="2647950" cy="1767412"/>
            <wp:effectExtent l="0" t="0" r="0" b="4445"/>
            <wp:docPr id="3" name="Obraz 3" descr="Obraz może zawierać: 16 osób, uśmiechnięci ludzie, ludzie stoją i w budyn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może zawierać: 16 osób, uśmiechnięci ludzie, ludzie stoją i w budynku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671" cy="177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A0DBD" w14:textId="77777777" w:rsidR="00670A0B" w:rsidRPr="00966D86" w:rsidRDefault="00670A0B" w:rsidP="00670A0B">
      <w:pPr>
        <w:rPr>
          <w:rFonts w:cs="Arial"/>
          <w:sz w:val="28"/>
          <w:szCs w:val="28"/>
          <w:lang w:val="pl-PL"/>
        </w:rPr>
      </w:pPr>
    </w:p>
    <w:p w14:paraId="1F1DCF79" w14:textId="77777777" w:rsidR="00670A0B" w:rsidRDefault="00670A0B" w:rsidP="00670A0B">
      <w:pPr>
        <w:rPr>
          <w:rFonts w:cs="Arial"/>
          <w:sz w:val="28"/>
          <w:szCs w:val="28"/>
        </w:rPr>
      </w:pPr>
    </w:p>
    <w:p w14:paraId="55AD1731" w14:textId="77777777" w:rsidR="00720B0F" w:rsidRPr="00502A0C" w:rsidRDefault="00720B0F" w:rsidP="00670A0B">
      <w:pPr>
        <w:rPr>
          <w:rFonts w:cs="Arial"/>
          <w:szCs w:val="24"/>
          <w:lang w:val="pl-PL"/>
        </w:rPr>
      </w:pPr>
      <w:r w:rsidRPr="00502A0C">
        <w:rPr>
          <w:rFonts w:cs="Arial"/>
          <w:szCs w:val="24"/>
          <w:lang w:val="pl-PL"/>
        </w:rPr>
        <w:t>Od wizji do projektu</w:t>
      </w:r>
    </w:p>
    <w:p w14:paraId="6C5FA284" w14:textId="77777777" w:rsidR="00670A0B" w:rsidRPr="00966D86" w:rsidRDefault="00670A0B" w:rsidP="00670A0B">
      <w:pPr>
        <w:rPr>
          <w:rFonts w:cs="Arial"/>
          <w:sz w:val="28"/>
          <w:szCs w:val="28"/>
          <w:lang w:val="pl-PL"/>
        </w:rPr>
      </w:pPr>
      <w:r w:rsidRPr="001D09F5">
        <w:rPr>
          <w:rFonts w:cs="Arial"/>
          <w:sz w:val="28"/>
          <w:szCs w:val="28"/>
          <w:lang w:val="pl-PL"/>
        </w:rPr>
        <w:t>Hörmann</w:t>
      </w:r>
      <w:r w:rsidRPr="00966D86">
        <w:rPr>
          <w:rFonts w:cs="Arial"/>
          <w:sz w:val="28"/>
          <w:szCs w:val="28"/>
          <w:lang w:val="pl-PL"/>
        </w:rPr>
        <w:t xml:space="preserve"> wspiera młodych architektó</w:t>
      </w:r>
      <w:r w:rsidR="00720B0F">
        <w:rPr>
          <w:rFonts w:cs="Arial"/>
          <w:sz w:val="28"/>
          <w:szCs w:val="28"/>
          <w:lang w:val="pl-PL"/>
        </w:rPr>
        <w:t>w</w:t>
      </w:r>
    </w:p>
    <w:p w14:paraId="2BEA9B7D" w14:textId="77777777" w:rsidR="00670A0B" w:rsidRPr="00966D86" w:rsidRDefault="00670A0B" w:rsidP="00670A0B">
      <w:pPr>
        <w:rPr>
          <w:rFonts w:cs="Arial"/>
          <w:sz w:val="28"/>
          <w:szCs w:val="28"/>
          <w:lang w:val="pl-PL"/>
        </w:rPr>
      </w:pPr>
    </w:p>
    <w:p w14:paraId="625BD5DC" w14:textId="68804931" w:rsidR="00670A0B" w:rsidRPr="00966D86" w:rsidRDefault="00670A0B" w:rsidP="00670A0B">
      <w:pPr>
        <w:rPr>
          <w:rFonts w:cs="Arial"/>
          <w:b/>
          <w:sz w:val="22"/>
          <w:szCs w:val="22"/>
          <w:lang w:val="pl-PL"/>
        </w:rPr>
      </w:pPr>
      <w:r w:rsidRPr="00966D86">
        <w:rPr>
          <w:rFonts w:cs="Arial"/>
          <w:b/>
          <w:sz w:val="22"/>
          <w:szCs w:val="22"/>
          <w:lang w:val="pl-PL"/>
        </w:rPr>
        <w:t xml:space="preserve">Firma </w:t>
      </w:r>
      <w:r w:rsidRPr="001D09F5">
        <w:rPr>
          <w:rFonts w:cs="Arial"/>
          <w:b/>
          <w:sz w:val="22"/>
          <w:szCs w:val="22"/>
          <w:lang w:val="pl-PL"/>
        </w:rPr>
        <w:t>Hörmann</w:t>
      </w:r>
      <w:r w:rsidRPr="00966D86">
        <w:rPr>
          <w:rFonts w:cs="Arial"/>
          <w:b/>
          <w:sz w:val="22"/>
          <w:szCs w:val="22"/>
          <w:lang w:val="pl-PL"/>
        </w:rPr>
        <w:t xml:space="preserve"> wspiera młodych architektów oraz odważne </w:t>
      </w:r>
      <w:r w:rsidR="00707091">
        <w:rPr>
          <w:rFonts w:cs="Arial"/>
          <w:b/>
          <w:sz w:val="22"/>
          <w:szCs w:val="22"/>
          <w:lang w:val="pl-PL"/>
        </w:rPr>
        <w:br/>
      </w:r>
      <w:r w:rsidRPr="00966D86">
        <w:rPr>
          <w:rFonts w:cs="Arial"/>
          <w:b/>
          <w:sz w:val="22"/>
          <w:szCs w:val="22"/>
          <w:lang w:val="pl-PL"/>
        </w:rPr>
        <w:t>i odpowiedzialne projekty architektoniczne. Jako sponsor Fundacji im. Stefana Kuryłowicza promuje najlepsze pomysły na ulepszenie przestrzeni publicznej w Polsce i pomaga w ich realizacji. Z jej udziałem rozstrzygnięto</w:t>
      </w:r>
      <w:r w:rsidR="007979E6">
        <w:rPr>
          <w:rFonts w:cs="Arial"/>
          <w:b/>
          <w:sz w:val="22"/>
          <w:szCs w:val="22"/>
          <w:lang w:val="pl-PL"/>
        </w:rPr>
        <w:t xml:space="preserve">, </w:t>
      </w:r>
      <w:r w:rsidRPr="00966D86">
        <w:rPr>
          <w:rFonts w:cs="Arial"/>
          <w:b/>
          <w:sz w:val="22"/>
          <w:szCs w:val="22"/>
          <w:lang w:val="pl-PL"/>
        </w:rPr>
        <w:t xml:space="preserve">organizowany przez Fundację </w:t>
      </w:r>
      <w:r w:rsidR="00112A01">
        <w:rPr>
          <w:rFonts w:cs="Arial"/>
          <w:b/>
          <w:sz w:val="22"/>
          <w:szCs w:val="22"/>
          <w:lang w:val="pl-PL"/>
        </w:rPr>
        <w:t>w ramach programu PRAKTYKA</w:t>
      </w:r>
      <w:r w:rsidR="007979E6">
        <w:rPr>
          <w:rFonts w:cs="Arial"/>
          <w:b/>
          <w:sz w:val="22"/>
          <w:szCs w:val="22"/>
          <w:lang w:val="pl-PL"/>
        </w:rPr>
        <w:t>, konkurs stypendialny.</w:t>
      </w:r>
    </w:p>
    <w:p w14:paraId="782855C0" w14:textId="77777777" w:rsidR="00670A0B" w:rsidRPr="00966D86" w:rsidRDefault="00670A0B" w:rsidP="00670A0B">
      <w:pPr>
        <w:rPr>
          <w:rFonts w:cs="Arial"/>
          <w:b/>
          <w:sz w:val="22"/>
          <w:szCs w:val="22"/>
          <w:lang w:val="pl-PL"/>
        </w:rPr>
      </w:pPr>
    </w:p>
    <w:p w14:paraId="3E6E981E" w14:textId="7A8C6E67" w:rsidR="00670A0B" w:rsidRPr="00966D86" w:rsidRDefault="00670A0B" w:rsidP="00670A0B">
      <w:pPr>
        <w:rPr>
          <w:rFonts w:cs="Arial"/>
          <w:sz w:val="22"/>
          <w:szCs w:val="22"/>
          <w:lang w:val="pl-PL"/>
        </w:rPr>
      </w:pPr>
      <w:r w:rsidRPr="00966D86">
        <w:rPr>
          <w:rFonts w:cs="Arial"/>
          <w:sz w:val="22"/>
          <w:szCs w:val="22"/>
          <w:lang w:val="pl-PL"/>
        </w:rPr>
        <w:t xml:space="preserve">Celem </w:t>
      </w:r>
      <w:r w:rsidR="00575FF0">
        <w:rPr>
          <w:rFonts w:cs="Arial"/>
          <w:sz w:val="22"/>
          <w:szCs w:val="22"/>
          <w:lang w:val="pl-PL"/>
        </w:rPr>
        <w:t>programu</w:t>
      </w:r>
      <w:r w:rsidRPr="00966D86">
        <w:rPr>
          <w:rFonts w:cs="Arial"/>
          <w:sz w:val="22"/>
          <w:szCs w:val="22"/>
          <w:lang w:val="pl-PL"/>
        </w:rPr>
        <w:t xml:space="preserve"> jest wyłanianie zaangażowanych młodych adeptów architektury, którzy najtrafniej umieją rozpoznać problemy przestrzeni, w której żyją i znaleźć </w:t>
      </w:r>
      <w:r w:rsidR="005034FB">
        <w:rPr>
          <w:rFonts w:cs="Arial"/>
          <w:sz w:val="22"/>
          <w:szCs w:val="22"/>
          <w:lang w:val="pl-PL"/>
        </w:rPr>
        <w:t xml:space="preserve">ich </w:t>
      </w:r>
      <w:r w:rsidRPr="00966D86">
        <w:rPr>
          <w:rFonts w:cs="Arial"/>
          <w:sz w:val="22"/>
          <w:szCs w:val="22"/>
          <w:lang w:val="pl-PL"/>
        </w:rPr>
        <w:t xml:space="preserve">najlepsze praktyczne rozwiązanie. W tym roku merytoryczne i finansowe wsparcie na rozwinięcie swej wizji otrzyma Agnieszka Dąbek. Jury z branżowym wsparciem Agnieszki Olędzkiej z firmy </w:t>
      </w:r>
      <w:r w:rsidRPr="001D09F5">
        <w:rPr>
          <w:rFonts w:cs="Arial"/>
          <w:sz w:val="22"/>
          <w:szCs w:val="22"/>
          <w:lang w:val="pl-PL"/>
        </w:rPr>
        <w:t>Hörmann</w:t>
      </w:r>
      <w:r w:rsidRPr="00966D86">
        <w:rPr>
          <w:rFonts w:cs="Arial"/>
          <w:sz w:val="22"/>
          <w:szCs w:val="22"/>
          <w:lang w:val="pl-PL"/>
        </w:rPr>
        <w:t xml:space="preserve"> nagrodziło ją za projekt „Oddział Warszawa“.</w:t>
      </w:r>
    </w:p>
    <w:p w14:paraId="33CE89FF" w14:textId="77777777" w:rsidR="00670A0B" w:rsidRPr="00966D86" w:rsidRDefault="00670A0B" w:rsidP="00670A0B">
      <w:pPr>
        <w:rPr>
          <w:rFonts w:cs="Arial"/>
          <w:sz w:val="22"/>
          <w:szCs w:val="22"/>
          <w:lang w:val="pl-PL"/>
        </w:rPr>
      </w:pPr>
    </w:p>
    <w:p w14:paraId="1590BFF9" w14:textId="1501EA5C" w:rsidR="0018484D" w:rsidRDefault="00670A0B" w:rsidP="00670A0B">
      <w:pPr>
        <w:rPr>
          <w:rFonts w:cs="Arial"/>
          <w:sz w:val="22"/>
          <w:szCs w:val="22"/>
          <w:lang w:val="pl-PL"/>
        </w:rPr>
      </w:pPr>
      <w:r w:rsidRPr="00966D86">
        <w:rPr>
          <w:rFonts w:cs="Arial"/>
          <w:i/>
          <w:sz w:val="22"/>
          <w:szCs w:val="22"/>
          <w:lang w:val="pl-PL"/>
        </w:rPr>
        <w:t>- Agnieszka Dąbek proponuje odważną socjologiczn</w:t>
      </w:r>
      <w:r w:rsidR="00E01070">
        <w:rPr>
          <w:rFonts w:cs="Arial"/>
          <w:i/>
          <w:sz w:val="22"/>
          <w:szCs w:val="22"/>
          <w:lang w:val="pl-PL"/>
        </w:rPr>
        <w:t>i</w:t>
      </w:r>
      <w:r w:rsidRPr="00966D86">
        <w:rPr>
          <w:rFonts w:cs="Arial"/>
          <w:i/>
          <w:sz w:val="22"/>
          <w:szCs w:val="22"/>
          <w:lang w:val="pl-PL"/>
        </w:rPr>
        <w:t xml:space="preserve">e zmianę myślenia projektowego. Zamiast projektować enklawy dla seniorów czy domy pogodnej starości autorka zadaje pytanie: „w jaki sposób aglomeracja miejska jako całość da się dostosować do nowych potrzeb? </w:t>
      </w:r>
      <w:r w:rsidRPr="00966D86">
        <w:rPr>
          <w:rFonts w:cs="Arial"/>
          <w:sz w:val="22"/>
          <w:szCs w:val="22"/>
          <w:lang w:val="pl-PL"/>
        </w:rPr>
        <w:t>– podkreślano podczas otwartych obrad jury.</w:t>
      </w:r>
    </w:p>
    <w:p w14:paraId="6D21801B" w14:textId="77777777" w:rsidR="00670A0B" w:rsidRPr="00966D86" w:rsidRDefault="00670A0B" w:rsidP="00670A0B">
      <w:pPr>
        <w:rPr>
          <w:rFonts w:cs="Arial"/>
          <w:i/>
          <w:sz w:val="22"/>
          <w:szCs w:val="22"/>
          <w:lang w:val="pl-PL"/>
        </w:rPr>
      </w:pPr>
      <w:r w:rsidRPr="00966D86">
        <w:rPr>
          <w:rFonts w:cs="Arial"/>
          <w:i/>
          <w:sz w:val="22"/>
          <w:szCs w:val="22"/>
          <w:lang w:val="pl-PL"/>
        </w:rPr>
        <w:t xml:space="preserve"> </w:t>
      </w:r>
    </w:p>
    <w:p w14:paraId="393C850B" w14:textId="77777777" w:rsidR="00670A0B" w:rsidRPr="00966D86" w:rsidRDefault="00670A0B" w:rsidP="00670A0B">
      <w:pPr>
        <w:rPr>
          <w:rFonts w:cs="Arial"/>
          <w:sz w:val="22"/>
          <w:szCs w:val="22"/>
          <w:lang w:val="pl-PL"/>
        </w:rPr>
      </w:pPr>
      <w:r w:rsidRPr="00966D86">
        <w:rPr>
          <w:rFonts w:cs="Arial"/>
          <w:sz w:val="22"/>
          <w:szCs w:val="22"/>
          <w:lang w:val="pl-PL"/>
        </w:rPr>
        <w:t xml:space="preserve">Teraz wizja </w:t>
      </w:r>
      <w:r w:rsidR="00F5495A">
        <w:rPr>
          <w:rFonts w:cs="Arial"/>
          <w:sz w:val="22"/>
          <w:szCs w:val="22"/>
          <w:lang w:val="pl-PL"/>
        </w:rPr>
        <w:t xml:space="preserve">ta </w:t>
      </w:r>
      <w:r w:rsidRPr="00966D86">
        <w:rPr>
          <w:rFonts w:cs="Arial"/>
          <w:sz w:val="22"/>
          <w:szCs w:val="22"/>
          <w:lang w:val="pl-PL"/>
        </w:rPr>
        <w:t xml:space="preserve">będzie mogła zostać rozwinięta w szczegółową koncepcję architektoniczną. </w:t>
      </w:r>
      <w:bookmarkStart w:id="0" w:name="_GoBack"/>
      <w:bookmarkEnd w:id="0"/>
    </w:p>
    <w:p w14:paraId="61C8CCF0" w14:textId="77777777" w:rsidR="00670A0B" w:rsidRPr="00966D86" w:rsidRDefault="00670A0B" w:rsidP="00670A0B">
      <w:pPr>
        <w:rPr>
          <w:rFonts w:cs="Arial"/>
          <w:sz w:val="22"/>
          <w:szCs w:val="22"/>
          <w:lang w:val="pl-PL"/>
        </w:rPr>
      </w:pPr>
    </w:p>
    <w:p w14:paraId="6F6AFA23" w14:textId="67152FBB" w:rsidR="00670A0B" w:rsidRPr="00966D86" w:rsidRDefault="00670A0B" w:rsidP="00670A0B">
      <w:pPr>
        <w:rPr>
          <w:rFonts w:cs="Arial"/>
          <w:sz w:val="22"/>
          <w:szCs w:val="22"/>
          <w:lang w:val="pl-PL"/>
        </w:rPr>
      </w:pPr>
      <w:r w:rsidRPr="00966D86">
        <w:rPr>
          <w:rFonts w:cs="Arial"/>
          <w:sz w:val="22"/>
          <w:szCs w:val="22"/>
          <w:lang w:val="pl-PL"/>
        </w:rPr>
        <w:t xml:space="preserve">Finał programu PRAKTYKA, wraz z programem TEORIA, odbył się  Warszawskim Pawilonie Architektonicznym ZODIAK. </w:t>
      </w:r>
      <w:r w:rsidR="00D42A57">
        <w:rPr>
          <w:rFonts w:cs="Arial"/>
          <w:sz w:val="22"/>
          <w:szCs w:val="22"/>
          <w:lang w:val="pl-PL"/>
        </w:rPr>
        <w:t>Wpisuje się on w ciąg zdarzeń, które dają wyraz zaangażowaniu</w:t>
      </w:r>
      <w:r w:rsidR="00533813">
        <w:rPr>
          <w:rFonts w:cs="Arial"/>
          <w:sz w:val="22"/>
          <w:szCs w:val="22"/>
          <w:lang w:val="pl-PL"/>
        </w:rPr>
        <w:t xml:space="preserve"> </w:t>
      </w:r>
      <w:r w:rsidRPr="00966D86">
        <w:rPr>
          <w:rFonts w:cs="Arial"/>
          <w:sz w:val="22"/>
          <w:szCs w:val="22"/>
          <w:lang w:val="pl-PL"/>
        </w:rPr>
        <w:t xml:space="preserve">firmy </w:t>
      </w:r>
      <w:r w:rsidRPr="001D09F5">
        <w:rPr>
          <w:rFonts w:cs="Arial"/>
          <w:sz w:val="22"/>
          <w:szCs w:val="22"/>
          <w:lang w:val="pl-PL"/>
        </w:rPr>
        <w:t>Hörmann</w:t>
      </w:r>
      <w:r w:rsidR="00D42A57" w:rsidRPr="001D09F5">
        <w:rPr>
          <w:rFonts w:cs="Arial"/>
          <w:sz w:val="22"/>
          <w:szCs w:val="22"/>
          <w:lang w:val="pl-PL"/>
        </w:rPr>
        <w:t xml:space="preserve"> </w:t>
      </w:r>
      <w:r w:rsidR="00953D28">
        <w:rPr>
          <w:rFonts w:cs="Arial"/>
          <w:sz w:val="22"/>
          <w:szCs w:val="22"/>
          <w:lang w:val="pl-PL"/>
        </w:rPr>
        <w:br/>
      </w:r>
      <w:r w:rsidRPr="00966D86">
        <w:rPr>
          <w:rFonts w:cs="Arial"/>
          <w:sz w:val="22"/>
          <w:szCs w:val="22"/>
          <w:lang w:val="pl-PL"/>
        </w:rPr>
        <w:t xml:space="preserve">w działania na rzecz Seniorów. W marcu </w:t>
      </w:r>
      <w:r w:rsidR="001D09F5">
        <w:rPr>
          <w:rFonts w:cs="Arial"/>
          <w:sz w:val="22"/>
          <w:szCs w:val="22"/>
          <w:lang w:val="pl-PL"/>
        </w:rPr>
        <w:t xml:space="preserve">2019 </w:t>
      </w:r>
      <w:r w:rsidR="00642422">
        <w:rPr>
          <w:rFonts w:cs="Arial"/>
          <w:sz w:val="22"/>
          <w:szCs w:val="22"/>
          <w:lang w:val="pl-PL"/>
        </w:rPr>
        <w:t xml:space="preserve">roku </w:t>
      </w:r>
      <w:r w:rsidRPr="00966D86">
        <w:rPr>
          <w:rFonts w:cs="Arial"/>
          <w:sz w:val="22"/>
          <w:szCs w:val="22"/>
          <w:lang w:val="pl-PL"/>
        </w:rPr>
        <w:t xml:space="preserve">napęd do drzwi wewnętrznych </w:t>
      </w:r>
      <w:proofErr w:type="spellStart"/>
      <w:r w:rsidRPr="00966D86">
        <w:rPr>
          <w:rFonts w:cs="Arial"/>
          <w:sz w:val="22"/>
          <w:szCs w:val="22"/>
          <w:lang w:val="pl-PL"/>
        </w:rPr>
        <w:t>PortaMatic</w:t>
      </w:r>
      <w:proofErr w:type="spellEnd"/>
      <w:r w:rsidRPr="00966D86">
        <w:rPr>
          <w:rFonts w:cs="Arial"/>
          <w:sz w:val="22"/>
          <w:szCs w:val="22"/>
          <w:lang w:val="pl-PL"/>
        </w:rPr>
        <w:t xml:space="preserve"> firmy </w:t>
      </w:r>
      <w:r w:rsidRPr="001D09F5">
        <w:rPr>
          <w:rFonts w:cs="Arial"/>
          <w:sz w:val="22"/>
          <w:szCs w:val="22"/>
          <w:lang w:val="pl-PL"/>
        </w:rPr>
        <w:t xml:space="preserve">Hörmann </w:t>
      </w:r>
      <w:r w:rsidRPr="00966D86">
        <w:rPr>
          <w:rFonts w:cs="Arial"/>
          <w:sz w:val="22"/>
          <w:szCs w:val="22"/>
          <w:lang w:val="pl-PL"/>
        </w:rPr>
        <w:t xml:space="preserve">otrzymał </w:t>
      </w:r>
      <w:r w:rsidR="00331693">
        <w:rPr>
          <w:rFonts w:cs="Arial"/>
          <w:sz w:val="22"/>
          <w:szCs w:val="22"/>
          <w:lang w:val="pl-PL"/>
        </w:rPr>
        <w:t>C</w:t>
      </w:r>
      <w:r w:rsidR="001533EF">
        <w:rPr>
          <w:rFonts w:cs="Arial"/>
          <w:sz w:val="22"/>
          <w:szCs w:val="22"/>
          <w:lang w:val="pl-PL"/>
        </w:rPr>
        <w:t>ert</w:t>
      </w:r>
      <w:r w:rsidR="00331693">
        <w:rPr>
          <w:rFonts w:cs="Arial"/>
          <w:sz w:val="22"/>
          <w:szCs w:val="22"/>
          <w:lang w:val="pl-PL"/>
        </w:rPr>
        <w:t>yfikat</w:t>
      </w:r>
      <w:r w:rsidR="001533EF">
        <w:rPr>
          <w:rFonts w:cs="Arial"/>
          <w:sz w:val="22"/>
          <w:szCs w:val="22"/>
          <w:lang w:val="pl-PL"/>
        </w:rPr>
        <w:t xml:space="preserve"> i </w:t>
      </w:r>
      <w:r w:rsidRPr="00966D86">
        <w:rPr>
          <w:rFonts w:cs="Arial"/>
          <w:sz w:val="22"/>
          <w:szCs w:val="22"/>
          <w:lang w:val="pl-PL"/>
        </w:rPr>
        <w:t>Znak Jakości OK SENIOR</w:t>
      </w:r>
      <w:r w:rsidRPr="00966D86">
        <w:rPr>
          <w:rFonts w:cs="Arial"/>
          <w:sz w:val="22"/>
          <w:szCs w:val="22"/>
          <w:vertAlign w:val="superscript"/>
          <w:lang w:val="pl-PL"/>
        </w:rPr>
        <w:t>®</w:t>
      </w:r>
      <w:r w:rsidRPr="00966D86">
        <w:rPr>
          <w:rFonts w:cs="Arial"/>
          <w:sz w:val="22"/>
          <w:szCs w:val="22"/>
          <w:lang w:val="pl-PL"/>
        </w:rPr>
        <w:t xml:space="preserve">. </w:t>
      </w:r>
    </w:p>
    <w:sectPr w:rsidR="00670A0B" w:rsidRPr="00966D86" w:rsidSect="0064362D">
      <w:headerReference w:type="default" r:id="rId10"/>
      <w:footerReference w:type="default" r:id="rId11"/>
      <w:type w:val="continuous"/>
      <w:pgSz w:w="11906" w:h="16838" w:code="9"/>
      <w:pgMar w:top="2127" w:right="3684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B220B" w14:textId="77777777" w:rsidR="009551E6" w:rsidRDefault="009551E6">
      <w:r>
        <w:separator/>
      </w:r>
    </w:p>
  </w:endnote>
  <w:endnote w:type="continuationSeparator" w:id="0">
    <w:p w14:paraId="361D04FA" w14:textId="77777777" w:rsidR="009551E6" w:rsidRDefault="0095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B78E4" w14:textId="77777777"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7041F2">
      <w:rPr>
        <w:i/>
        <w:snapToGrid w:val="0"/>
        <w:sz w:val="20"/>
        <w:lang w:val="pl-PL"/>
      </w:rPr>
      <w:t>EM_</w:t>
    </w:r>
    <w:r w:rsidR="00AC0B21">
      <w:rPr>
        <w:i/>
        <w:snapToGrid w:val="0"/>
        <w:sz w:val="20"/>
        <w:lang w:val="pl-PL"/>
      </w:rPr>
      <w:t>8</w:t>
    </w:r>
    <w:r w:rsidR="007041F2">
      <w:rPr>
        <w:i/>
        <w:snapToGrid w:val="0"/>
        <w:sz w:val="20"/>
        <w:lang w:val="pl-PL"/>
      </w:rPr>
      <w:t>/201</w:t>
    </w:r>
    <w:r w:rsidR="005F4E66">
      <w:rPr>
        <w:i/>
        <w:snapToGrid w:val="0"/>
        <w:sz w:val="20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728CE" w14:textId="77777777" w:rsidR="009551E6" w:rsidRDefault="009551E6">
      <w:r>
        <w:separator/>
      </w:r>
    </w:p>
  </w:footnote>
  <w:footnote w:type="continuationSeparator" w:id="0">
    <w:p w14:paraId="4C5DAA7D" w14:textId="77777777" w:rsidR="009551E6" w:rsidRDefault="00955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28D83" w14:textId="77777777"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 wp14:anchorId="1C263B22" wp14:editId="01B74FF6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834437" wp14:editId="76DCE67E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62AB31" w14:textId="77777777"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0834437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14:paraId="5262AB31" w14:textId="77777777"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D2BAF2E" w14:textId="77777777"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38371ED" wp14:editId="34B65835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927F99" w14:textId="77777777"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38371ED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14:paraId="0C927F99" w14:textId="77777777"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A"/>
    <w:rsid w:val="00000C1C"/>
    <w:rsid w:val="00002079"/>
    <w:rsid w:val="000031B1"/>
    <w:rsid w:val="00013AAA"/>
    <w:rsid w:val="00015BD7"/>
    <w:rsid w:val="00022585"/>
    <w:rsid w:val="00023F6B"/>
    <w:rsid w:val="000255AB"/>
    <w:rsid w:val="000308FE"/>
    <w:rsid w:val="000321F0"/>
    <w:rsid w:val="00035CF1"/>
    <w:rsid w:val="0004294E"/>
    <w:rsid w:val="00046012"/>
    <w:rsid w:val="00050591"/>
    <w:rsid w:val="00055037"/>
    <w:rsid w:val="000557EA"/>
    <w:rsid w:val="00055DF8"/>
    <w:rsid w:val="0006338E"/>
    <w:rsid w:val="000638BA"/>
    <w:rsid w:val="0006601B"/>
    <w:rsid w:val="00070A84"/>
    <w:rsid w:val="000744B4"/>
    <w:rsid w:val="00076BEA"/>
    <w:rsid w:val="00077F5B"/>
    <w:rsid w:val="000850FE"/>
    <w:rsid w:val="00092EB2"/>
    <w:rsid w:val="00093E4B"/>
    <w:rsid w:val="000962AB"/>
    <w:rsid w:val="000975B5"/>
    <w:rsid w:val="0009761A"/>
    <w:rsid w:val="000A35DE"/>
    <w:rsid w:val="000A382E"/>
    <w:rsid w:val="000A3A4D"/>
    <w:rsid w:val="000A405A"/>
    <w:rsid w:val="000B351A"/>
    <w:rsid w:val="000C0804"/>
    <w:rsid w:val="000C08C9"/>
    <w:rsid w:val="000C20BB"/>
    <w:rsid w:val="000C48C1"/>
    <w:rsid w:val="000D0362"/>
    <w:rsid w:val="000D48A5"/>
    <w:rsid w:val="000D6566"/>
    <w:rsid w:val="000E4BC3"/>
    <w:rsid w:val="000E55A6"/>
    <w:rsid w:val="000F0232"/>
    <w:rsid w:val="000F52E8"/>
    <w:rsid w:val="000F6833"/>
    <w:rsid w:val="000F73F5"/>
    <w:rsid w:val="000F7B1B"/>
    <w:rsid w:val="00100171"/>
    <w:rsid w:val="001010B9"/>
    <w:rsid w:val="00104119"/>
    <w:rsid w:val="00105113"/>
    <w:rsid w:val="0010563E"/>
    <w:rsid w:val="00112A01"/>
    <w:rsid w:val="00112FD7"/>
    <w:rsid w:val="00120BBA"/>
    <w:rsid w:val="00121A96"/>
    <w:rsid w:val="00121F0D"/>
    <w:rsid w:val="00123F80"/>
    <w:rsid w:val="00124C3B"/>
    <w:rsid w:val="00130CB8"/>
    <w:rsid w:val="00133F61"/>
    <w:rsid w:val="00140429"/>
    <w:rsid w:val="00143680"/>
    <w:rsid w:val="00146052"/>
    <w:rsid w:val="00151F53"/>
    <w:rsid w:val="001533EF"/>
    <w:rsid w:val="001548EC"/>
    <w:rsid w:val="00156E2C"/>
    <w:rsid w:val="00165EBD"/>
    <w:rsid w:val="00166840"/>
    <w:rsid w:val="00166CA1"/>
    <w:rsid w:val="00167230"/>
    <w:rsid w:val="001702CC"/>
    <w:rsid w:val="001719AE"/>
    <w:rsid w:val="001720F5"/>
    <w:rsid w:val="00173D7F"/>
    <w:rsid w:val="0018275F"/>
    <w:rsid w:val="0018298E"/>
    <w:rsid w:val="0018484D"/>
    <w:rsid w:val="00192215"/>
    <w:rsid w:val="00194BFF"/>
    <w:rsid w:val="0019521B"/>
    <w:rsid w:val="00197783"/>
    <w:rsid w:val="00197923"/>
    <w:rsid w:val="001A05A5"/>
    <w:rsid w:val="001A66C3"/>
    <w:rsid w:val="001B2EC1"/>
    <w:rsid w:val="001B62C4"/>
    <w:rsid w:val="001B7801"/>
    <w:rsid w:val="001C3EC5"/>
    <w:rsid w:val="001C5C3D"/>
    <w:rsid w:val="001C737B"/>
    <w:rsid w:val="001D06C4"/>
    <w:rsid w:val="001D0822"/>
    <w:rsid w:val="001D09F5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207505"/>
    <w:rsid w:val="00212679"/>
    <w:rsid w:val="002137BC"/>
    <w:rsid w:val="0021749B"/>
    <w:rsid w:val="00217724"/>
    <w:rsid w:val="00220511"/>
    <w:rsid w:val="002221AE"/>
    <w:rsid w:val="002230E8"/>
    <w:rsid w:val="002242BF"/>
    <w:rsid w:val="002302FB"/>
    <w:rsid w:val="00233081"/>
    <w:rsid w:val="00234AE7"/>
    <w:rsid w:val="00235A91"/>
    <w:rsid w:val="00236777"/>
    <w:rsid w:val="00240F61"/>
    <w:rsid w:val="002435BF"/>
    <w:rsid w:val="00243D75"/>
    <w:rsid w:val="0024468D"/>
    <w:rsid w:val="00250D7E"/>
    <w:rsid w:val="00253EC8"/>
    <w:rsid w:val="00255269"/>
    <w:rsid w:val="00256E80"/>
    <w:rsid w:val="0026119D"/>
    <w:rsid w:val="002617AB"/>
    <w:rsid w:val="0026254D"/>
    <w:rsid w:val="00263474"/>
    <w:rsid w:val="00270EE4"/>
    <w:rsid w:val="00272234"/>
    <w:rsid w:val="00273FD0"/>
    <w:rsid w:val="00280760"/>
    <w:rsid w:val="0028769A"/>
    <w:rsid w:val="002A2D8E"/>
    <w:rsid w:val="002A312D"/>
    <w:rsid w:val="002A456D"/>
    <w:rsid w:val="002B00E5"/>
    <w:rsid w:val="002B62E5"/>
    <w:rsid w:val="002B735D"/>
    <w:rsid w:val="002C4452"/>
    <w:rsid w:val="002D11FB"/>
    <w:rsid w:val="002D31C7"/>
    <w:rsid w:val="002E6576"/>
    <w:rsid w:val="002F0F7C"/>
    <w:rsid w:val="00301743"/>
    <w:rsid w:val="00303D11"/>
    <w:rsid w:val="003042EE"/>
    <w:rsid w:val="00304F03"/>
    <w:rsid w:val="00306052"/>
    <w:rsid w:val="00312C38"/>
    <w:rsid w:val="00313377"/>
    <w:rsid w:val="00314B2B"/>
    <w:rsid w:val="00315305"/>
    <w:rsid w:val="00317A2A"/>
    <w:rsid w:val="0032175C"/>
    <w:rsid w:val="00322419"/>
    <w:rsid w:val="00323EEE"/>
    <w:rsid w:val="0032486F"/>
    <w:rsid w:val="0033160A"/>
    <w:rsid w:val="00331693"/>
    <w:rsid w:val="00332299"/>
    <w:rsid w:val="003356ED"/>
    <w:rsid w:val="0033772F"/>
    <w:rsid w:val="00345109"/>
    <w:rsid w:val="00355856"/>
    <w:rsid w:val="00356DC6"/>
    <w:rsid w:val="003572D8"/>
    <w:rsid w:val="00357DD7"/>
    <w:rsid w:val="00357DF0"/>
    <w:rsid w:val="0036071A"/>
    <w:rsid w:val="003631DB"/>
    <w:rsid w:val="00364749"/>
    <w:rsid w:val="00365969"/>
    <w:rsid w:val="0036637D"/>
    <w:rsid w:val="00371915"/>
    <w:rsid w:val="003745BC"/>
    <w:rsid w:val="003761A6"/>
    <w:rsid w:val="00381984"/>
    <w:rsid w:val="00390471"/>
    <w:rsid w:val="003939B1"/>
    <w:rsid w:val="003951B4"/>
    <w:rsid w:val="0039626E"/>
    <w:rsid w:val="00396892"/>
    <w:rsid w:val="00396903"/>
    <w:rsid w:val="003A2998"/>
    <w:rsid w:val="003A6354"/>
    <w:rsid w:val="003A6934"/>
    <w:rsid w:val="003B0BEE"/>
    <w:rsid w:val="003B1398"/>
    <w:rsid w:val="003B35F1"/>
    <w:rsid w:val="003B77C5"/>
    <w:rsid w:val="003B7C9E"/>
    <w:rsid w:val="003C3F88"/>
    <w:rsid w:val="003C404E"/>
    <w:rsid w:val="003C75FC"/>
    <w:rsid w:val="003D0532"/>
    <w:rsid w:val="003D339B"/>
    <w:rsid w:val="003D6139"/>
    <w:rsid w:val="003D7721"/>
    <w:rsid w:val="003F7B32"/>
    <w:rsid w:val="004017D9"/>
    <w:rsid w:val="00401CF5"/>
    <w:rsid w:val="0040282E"/>
    <w:rsid w:val="004072A3"/>
    <w:rsid w:val="0041393A"/>
    <w:rsid w:val="00420477"/>
    <w:rsid w:val="00421A1D"/>
    <w:rsid w:val="00431ABD"/>
    <w:rsid w:val="00434FCE"/>
    <w:rsid w:val="00435D83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67F1"/>
    <w:rsid w:val="004872C1"/>
    <w:rsid w:val="004943DC"/>
    <w:rsid w:val="004A43B2"/>
    <w:rsid w:val="004B6F3E"/>
    <w:rsid w:val="004B72CB"/>
    <w:rsid w:val="004C0D42"/>
    <w:rsid w:val="004C3054"/>
    <w:rsid w:val="004C3DC1"/>
    <w:rsid w:val="004C7F2D"/>
    <w:rsid w:val="004D066D"/>
    <w:rsid w:val="004D1715"/>
    <w:rsid w:val="004D184B"/>
    <w:rsid w:val="004D3404"/>
    <w:rsid w:val="004D3863"/>
    <w:rsid w:val="004D444B"/>
    <w:rsid w:val="004D532F"/>
    <w:rsid w:val="004E2641"/>
    <w:rsid w:val="004E311E"/>
    <w:rsid w:val="004E4CBB"/>
    <w:rsid w:val="004E4E0D"/>
    <w:rsid w:val="004E7FEF"/>
    <w:rsid w:val="004F154A"/>
    <w:rsid w:val="004F206B"/>
    <w:rsid w:val="004F3FD5"/>
    <w:rsid w:val="004F7A4B"/>
    <w:rsid w:val="00501325"/>
    <w:rsid w:val="005016A0"/>
    <w:rsid w:val="00502A0C"/>
    <w:rsid w:val="00502E4C"/>
    <w:rsid w:val="005034FB"/>
    <w:rsid w:val="00503E28"/>
    <w:rsid w:val="00504241"/>
    <w:rsid w:val="00505063"/>
    <w:rsid w:val="00512A92"/>
    <w:rsid w:val="00517089"/>
    <w:rsid w:val="00520535"/>
    <w:rsid w:val="00525087"/>
    <w:rsid w:val="00527C3F"/>
    <w:rsid w:val="005303D5"/>
    <w:rsid w:val="005320A4"/>
    <w:rsid w:val="00533813"/>
    <w:rsid w:val="00533C3B"/>
    <w:rsid w:val="0053592A"/>
    <w:rsid w:val="00536C48"/>
    <w:rsid w:val="0054157E"/>
    <w:rsid w:val="00541817"/>
    <w:rsid w:val="00542914"/>
    <w:rsid w:val="005448F1"/>
    <w:rsid w:val="00545482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4719"/>
    <w:rsid w:val="00575FF0"/>
    <w:rsid w:val="00577449"/>
    <w:rsid w:val="00581DEB"/>
    <w:rsid w:val="00584C22"/>
    <w:rsid w:val="0058555A"/>
    <w:rsid w:val="00586B90"/>
    <w:rsid w:val="005919A9"/>
    <w:rsid w:val="00594EEF"/>
    <w:rsid w:val="005A1169"/>
    <w:rsid w:val="005A15D2"/>
    <w:rsid w:val="005A39F9"/>
    <w:rsid w:val="005A4801"/>
    <w:rsid w:val="005A5A0E"/>
    <w:rsid w:val="005A62FC"/>
    <w:rsid w:val="005B2F2C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FFB"/>
    <w:rsid w:val="005D2365"/>
    <w:rsid w:val="005D507B"/>
    <w:rsid w:val="005D5D24"/>
    <w:rsid w:val="005D65EF"/>
    <w:rsid w:val="005E29DB"/>
    <w:rsid w:val="005E4731"/>
    <w:rsid w:val="005E5BA6"/>
    <w:rsid w:val="005E5C5C"/>
    <w:rsid w:val="005F20CD"/>
    <w:rsid w:val="005F242F"/>
    <w:rsid w:val="005F2BDE"/>
    <w:rsid w:val="005F306B"/>
    <w:rsid w:val="005F442E"/>
    <w:rsid w:val="005F4E66"/>
    <w:rsid w:val="005F6056"/>
    <w:rsid w:val="005F70C9"/>
    <w:rsid w:val="006021FB"/>
    <w:rsid w:val="00602BF6"/>
    <w:rsid w:val="00606DFA"/>
    <w:rsid w:val="00615DB7"/>
    <w:rsid w:val="006172BA"/>
    <w:rsid w:val="006243D6"/>
    <w:rsid w:val="00624477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2422"/>
    <w:rsid w:val="0064362D"/>
    <w:rsid w:val="00645B0A"/>
    <w:rsid w:val="00646734"/>
    <w:rsid w:val="006469BC"/>
    <w:rsid w:val="00650413"/>
    <w:rsid w:val="00651C9A"/>
    <w:rsid w:val="00651D1F"/>
    <w:rsid w:val="00670072"/>
    <w:rsid w:val="00670A0B"/>
    <w:rsid w:val="00675C31"/>
    <w:rsid w:val="00686BDA"/>
    <w:rsid w:val="0069400A"/>
    <w:rsid w:val="00695579"/>
    <w:rsid w:val="006A4734"/>
    <w:rsid w:val="006A475B"/>
    <w:rsid w:val="006A4A49"/>
    <w:rsid w:val="006A5834"/>
    <w:rsid w:val="006A7CFD"/>
    <w:rsid w:val="006A7F57"/>
    <w:rsid w:val="006C0178"/>
    <w:rsid w:val="006C08CC"/>
    <w:rsid w:val="006C1D6A"/>
    <w:rsid w:val="006D18A6"/>
    <w:rsid w:val="006D5854"/>
    <w:rsid w:val="006E0307"/>
    <w:rsid w:val="006E2371"/>
    <w:rsid w:val="006E39B5"/>
    <w:rsid w:val="006E3E51"/>
    <w:rsid w:val="006E59CC"/>
    <w:rsid w:val="006F111C"/>
    <w:rsid w:val="006F3BD3"/>
    <w:rsid w:val="006F7648"/>
    <w:rsid w:val="00702085"/>
    <w:rsid w:val="007041F2"/>
    <w:rsid w:val="007053D6"/>
    <w:rsid w:val="00707091"/>
    <w:rsid w:val="0071065A"/>
    <w:rsid w:val="007145F6"/>
    <w:rsid w:val="00720B0F"/>
    <w:rsid w:val="00720ED2"/>
    <w:rsid w:val="00721A71"/>
    <w:rsid w:val="0072606A"/>
    <w:rsid w:val="0073214D"/>
    <w:rsid w:val="007346B2"/>
    <w:rsid w:val="00737419"/>
    <w:rsid w:val="0074423D"/>
    <w:rsid w:val="00745D10"/>
    <w:rsid w:val="00746FC4"/>
    <w:rsid w:val="00752A6D"/>
    <w:rsid w:val="00752FD9"/>
    <w:rsid w:val="0075744C"/>
    <w:rsid w:val="007578A0"/>
    <w:rsid w:val="00763E8A"/>
    <w:rsid w:val="00765B5E"/>
    <w:rsid w:val="00766299"/>
    <w:rsid w:val="00766329"/>
    <w:rsid w:val="007739E0"/>
    <w:rsid w:val="00777955"/>
    <w:rsid w:val="0078002D"/>
    <w:rsid w:val="0079706E"/>
    <w:rsid w:val="007979E6"/>
    <w:rsid w:val="007A1881"/>
    <w:rsid w:val="007A479E"/>
    <w:rsid w:val="007A58E6"/>
    <w:rsid w:val="007A67B7"/>
    <w:rsid w:val="007B0CA7"/>
    <w:rsid w:val="007B159F"/>
    <w:rsid w:val="007B2B74"/>
    <w:rsid w:val="007B2D80"/>
    <w:rsid w:val="007B5C30"/>
    <w:rsid w:val="007B720D"/>
    <w:rsid w:val="007C2A35"/>
    <w:rsid w:val="007C4206"/>
    <w:rsid w:val="007C5B4A"/>
    <w:rsid w:val="007C76C0"/>
    <w:rsid w:val="007D0787"/>
    <w:rsid w:val="007D4E59"/>
    <w:rsid w:val="007E1003"/>
    <w:rsid w:val="007E2044"/>
    <w:rsid w:val="007E568C"/>
    <w:rsid w:val="007E5703"/>
    <w:rsid w:val="007F1543"/>
    <w:rsid w:val="0081095C"/>
    <w:rsid w:val="00812EC0"/>
    <w:rsid w:val="00813889"/>
    <w:rsid w:val="00817C59"/>
    <w:rsid w:val="00821891"/>
    <w:rsid w:val="008226E9"/>
    <w:rsid w:val="0082375A"/>
    <w:rsid w:val="00825A5F"/>
    <w:rsid w:val="00831DA8"/>
    <w:rsid w:val="008402A7"/>
    <w:rsid w:val="00843541"/>
    <w:rsid w:val="008447B6"/>
    <w:rsid w:val="0085288E"/>
    <w:rsid w:val="00852C05"/>
    <w:rsid w:val="0085433E"/>
    <w:rsid w:val="00857279"/>
    <w:rsid w:val="0086773B"/>
    <w:rsid w:val="00873F67"/>
    <w:rsid w:val="0088737B"/>
    <w:rsid w:val="00892F26"/>
    <w:rsid w:val="008A350C"/>
    <w:rsid w:val="008A6C40"/>
    <w:rsid w:val="008A7DAE"/>
    <w:rsid w:val="008B1047"/>
    <w:rsid w:val="008B5243"/>
    <w:rsid w:val="008C1175"/>
    <w:rsid w:val="008C15E4"/>
    <w:rsid w:val="008C1DB3"/>
    <w:rsid w:val="008C200E"/>
    <w:rsid w:val="008C211E"/>
    <w:rsid w:val="008C2984"/>
    <w:rsid w:val="008C2ADC"/>
    <w:rsid w:val="008C4BB3"/>
    <w:rsid w:val="008C51EE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906073"/>
    <w:rsid w:val="00913013"/>
    <w:rsid w:val="009143EA"/>
    <w:rsid w:val="00914546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50A84"/>
    <w:rsid w:val="00951E0A"/>
    <w:rsid w:val="00953D28"/>
    <w:rsid w:val="009551E6"/>
    <w:rsid w:val="0096193C"/>
    <w:rsid w:val="0096206A"/>
    <w:rsid w:val="00966203"/>
    <w:rsid w:val="00966D86"/>
    <w:rsid w:val="0098114F"/>
    <w:rsid w:val="0098162D"/>
    <w:rsid w:val="00982CD8"/>
    <w:rsid w:val="00991E1E"/>
    <w:rsid w:val="00992742"/>
    <w:rsid w:val="00996BDC"/>
    <w:rsid w:val="009A1FDB"/>
    <w:rsid w:val="009B2CF5"/>
    <w:rsid w:val="009B50D1"/>
    <w:rsid w:val="009B54C5"/>
    <w:rsid w:val="009B7C0D"/>
    <w:rsid w:val="009C13B3"/>
    <w:rsid w:val="009C2DF6"/>
    <w:rsid w:val="009D4C18"/>
    <w:rsid w:val="009D5F4A"/>
    <w:rsid w:val="009E0218"/>
    <w:rsid w:val="009E161A"/>
    <w:rsid w:val="009E641E"/>
    <w:rsid w:val="009E7836"/>
    <w:rsid w:val="009F1681"/>
    <w:rsid w:val="009F1FA7"/>
    <w:rsid w:val="009F2953"/>
    <w:rsid w:val="009F3718"/>
    <w:rsid w:val="009F5FA1"/>
    <w:rsid w:val="00A02FB9"/>
    <w:rsid w:val="00A05437"/>
    <w:rsid w:val="00A10972"/>
    <w:rsid w:val="00A11360"/>
    <w:rsid w:val="00A11F74"/>
    <w:rsid w:val="00A12B64"/>
    <w:rsid w:val="00A210FD"/>
    <w:rsid w:val="00A32DA7"/>
    <w:rsid w:val="00A34160"/>
    <w:rsid w:val="00A37E6B"/>
    <w:rsid w:val="00A4069B"/>
    <w:rsid w:val="00A427BD"/>
    <w:rsid w:val="00A43D12"/>
    <w:rsid w:val="00A44051"/>
    <w:rsid w:val="00A44A71"/>
    <w:rsid w:val="00A45CE2"/>
    <w:rsid w:val="00A46ECE"/>
    <w:rsid w:val="00A47966"/>
    <w:rsid w:val="00A51FFC"/>
    <w:rsid w:val="00A55EB5"/>
    <w:rsid w:val="00A56A48"/>
    <w:rsid w:val="00A57ACF"/>
    <w:rsid w:val="00A62AD8"/>
    <w:rsid w:val="00A64545"/>
    <w:rsid w:val="00A66A13"/>
    <w:rsid w:val="00A73384"/>
    <w:rsid w:val="00A739C1"/>
    <w:rsid w:val="00A747E4"/>
    <w:rsid w:val="00A81267"/>
    <w:rsid w:val="00A84189"/>
    <w:rsid w:val="00A85FB7"/>
    <w:rsid w:val="00A92BEA"/>
    <w:rsid w:val="00A93FCA"/>
    <w:rsid w:val="00A949F6"/>
    <w:rsid w:val="00A97298"/>
    <w:rsid w:val="00AA4E3B"/>
    <w:rsid w:val="00AA4F6A"/>
    <w:rsid w:val="00AA6971"/>
    <w:rsid w:val="00AB0167"/>
    <w:rsid w:val="00AB0E22"/>
    <w:rsid w:val="00AB24E2"/>
    <w:rsid w:val="00AC0B21"/>
    <w:rsid w:val="00AC2440"/>
    <w:rsid w:val="00AC252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5DD8"/>
    <w:rsid w:val="00B06FF8"/>
    <w:rsid w:val="00B116FD"/>
    <w:rsid w:val="00B16E5A"/>
    <w:rsid w:val="00B2207E"/>
    <w:rsid w:val="00B2548B"/>
    <w:rsid w:val="00B3037A"/>
    <w:rsid w:val="00B319F3"/>
    <w:rsid w:val="00B32A69"/>
    <w:rsid w:val="00B36A9C"/>
    <w:rsid w:val="00B40736"/>
    <w:rsid w:val="00B411EA"/>
    <w:rsid w:val="00B54EEB"/>
    <w:rsid w:val="00B56F10"/>
    <w:rsid w:val="00B57172"/>
    <w:rsid w:val="00B576A5"/>
    <w:rsid w:val="00B60DFD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3D79"/>
    <w:rsid w:val="00BA541A"/>
    <w:rsid w:val="00BA6D86"/>
    <w:rsid w:val="00BA78A7"/>
    <w:rsid w:val="00BB016E"/>
    <w:rsid w:val="00BB2726"/>
    <w:rsid w:val="00BB5793"/>
    <w:rsid w:val="00BC37A0"/>
    <w:rsid w:val="00BE07B8"/>
    <w:rsid w:val="00BE2BE7"/>
    <w:rsid w:val="00BE5036"/>
    <w:rsid w:val="00BE5E71"/>
    <w:rsid w:val="00BF0F45"/>
    <w:rsid w:val="00BF7747"/>
    <w:rsid w:val="00C007C4"/>
    <w:rsid w:val="00C010E5"/>
    <w:rsid w:val="00C02041"/>
    <w:rsid w:val="00C077AB"/>
    <w:rsid w:val="00C116D9"/>
    <w:rsid w:val="00C12B65"/>
    <w:rsid w:val="00C151A9"/>
    <w:rsid w:val="00C1762F"/>
    <w:rsid w:val="00C20002"/>
    <w:rsid w:val="00C207CC"/>
    <w:rsid w:val="00C263F5"/>
    <w:rsid w:val="00C3316B"/>
    <w:rsid w:val="00C36851"/>
    <w:rsid w:val="00C42E9F"/>
    <w:rsid w:val="00C4623D"/>
    <w:rsid w:val="00C469A9"/>
    <w:rsid w:val="00C55385"/>
    <w:rsid w:val="00C6148A"/>
    <w:rsid w:val="00C61C18"/>
    <w:rsid w:val="00C76898"/>
    <w:rsid w:val="00C86BF8"/>
    <w:rsid w:val="00C87846"/>
    <w:rsid w:val="00C93086"/>
    <w:rsid w:val="00C93E23"/>
    <w:rsid w:val="00C97CF9"/>
    <w:rsid w:val="00CA0080"/>
    <w:rsid w:val="00CA42C9"/>
    <w:rsid w:val="00CA5511"/>
    <w:rsid w:val="00CA5B5B"/>
    <w:rsid w:val="00CB060E"/>
    <w:rsid w:val="00CB1CAA"/>
    <w:rsid w:val="00CB6783"/>
    <w:rsid w:val="00CB7F33"/>
    <w:rsid w:val="00CC0C9F"/>
    <w:rsid w:val="00CC394B"/>
    <w:rsid w:val="00CC454D"/>
    <w:rsid w:val="00CD424B"/>
    <w:rsid w:val="00CD42E2"/>
    <w:rsid w:val="00CE13AA"/>
    <w:rsid w:val="00CE664D"/>
    <w:rsid w:val="00CF061C"/>
    <w:rsid w:val="00CF2540"/>
    <w:rsid w:val="00CF4FB1"/>
    <w:rsid w:val="00CF5A5E"/>
    <w:rsid w:val="00D05160"/>
    <w:rsid w:val="00D0735F"/>
    <w:rsid w:val="00D074C3"/>
    <w:rsid w:val="00D16F25"/>
    <w:rsid w:val="00D20239"/>
    <w:rsid w:val="00D22CC1"/>
    <w:rsid w:val="00D30F6D"/>
    <w:rsid w:val="00D324D8"/>
    <w:rsid w:val="00D33A8C"/>
    <w:rsid w:val="00D41875"/>
    <w:rsid w:val="00D42A57"/>
    <w:rsid w:val="00D46295"/>
    <w:rsid w:val="00D5056F"/>
    <w:rsid w:val="00D50BCF"/>
    <w:rsid w:val="00D5419F"/>
    <w:rsid w:val="00D55F19"/>
    <w:rsid w:val="00D56675"/>
    <w:rsid w:val="00D56D3C"/>
    <w:rsid w:val="00D571A2"/>
    <w:rsid w:val="00D61407"/>
    <w:rsid w:val="00D617FA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87659"/>
    <w:rsid w:val="00D950BA"/>
    <w:rsid w:val="00D95887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C2EA0"/>
    <w:rsid w:val="00DD0713"/>
    <w:rsid w:val="00DD0BFB"/>
    <w:rsid w:val="00DD2F9B"/>
    <w:rsid w:val="00DD338F"/>
    <w:rsid w:val="00DD377F"/>
    <w:rsid w:val="00DD5720"/>
    <w:rsid w:val="00DE0917"/>
    <w:rsid w:val="00DE3770"/>
    <w:rsid w:val="00DE5DE7"/>
    <w:rsid w:val="00DF0744"/>
    <w:rsid w:val="00DF2C7B"/>
    <w:rsid w:val="00DF4E87"/>
    <w:rsid w:val="00DF62EF"/>
    <w:rsid w:val="00E00B2A"/>
    <w:rsid w:val="00E01070"/>
    <w:rsid w:val="00E03F35"/>
    <w:rsid w:val="00E07367"/>
    <w:rsid w:val="00E07ADA"/>
    <w:rsid w:val="00E07BDD"/>
    <w:rsid w:val="00E1209B"/>
    <w:rsid w:val="00E13021"/>
    <w:rsid w:val="00E139CF"/>
    <w:rsid w:val="00E13B78"/>
    <w:rsid w:val="00E13EB3"/>
    <w:rsid w:val="00E228AA"/>
    <w:rsid w:val="00E27F18"/>
    <w:rsid w:val="00E3002D"/>
    <w:rsid w:val="00E301B6"/>
    <w:rsid w:val="00E33402"/>
    <w:rsid w:val="00E40628"/>
    <w:rsid w:val="00E40864"/>
    <w:rsid w:val="00E40AE6"/>
    <w:rsid w:val="00E40BF3"/>
    <w:rsid w:val="00E4194C"/>
    <w:rsid w:val="00E43D0F"/>
    <w:rsid w:val="00E47D13"/>
    <w:rsid w:val="00E50301"/>
    <w:rsid w:val="00E52A6E"/>
    <w:rsid w:val="00E604F6"/>
    <w:rsid w:val="00E629AE"/>
    <w:rsid w:val="00E67A20"/>
    <w:rsid w:val="00E71FBE"/>
    <w:rsid w:val="00E7211E"/>
    <w:rsid w:val="00E72DD3"/>
    <w:rsid w:val="00E76826"/>
    <w:rsid w:val="00E86E5A"/>
    <w:rsid w:val="00E93BB6"/>
    <w:rsid w:val="00E950EB"/>
    <w:rsid w:val="00EA2038"/>
    <w:rsid w:val="00EA283D"/>
    <w:rsid w:val="00EA6039"/>
    <w:rsid w:val="00EB0E1F"/>
    <w:rsid w:val="00EB3E6B"/>
    <w:rsid w:val="00EB62D9"/>
    <w:rsid w:val="00EB6CF7"/>
    <w:rsid w:val="00EB6D7E"/>
    <w:rsid w:val="00EB6DF5"/>
    <w:rsid w:val="00EC3E25"/>
    <w:rsid w:val="00EC3FAD"/>
    <w:rsid w:val="00EC48FD"/>
    <w:rsid w:val="00EC5BD8"/>
    <w:rsid w:val="00ED33E3"/>
    <w:rsid w:val="00ED3B58"/>
    <w:rsid w:val="00ED7EB9"/>
    <w:rsid w:val="00ED7FEC"/>
    <w:rsid w:val="00EE015D"/>
    <w:rsid w:val="00EE0F50"/>
    <w:rsid w:val="00EE10C4"/>
    <w:rsid w:val="00EE29F7"/>
    <w:rsid w:val="00EE74DC"/>
    <w:rsid w:val="00EF04C8"/>
    <w:rsid w:val="00EF122B"/>
    <w:rsid w:val="00EF148A"/>
    <w:rsid w:val="00EF7B1F"/>
    <w:rsid w:val="00F04992"/>
    <w:rsid w:val="00F05CD1"/>
    <w:rsid w:val="00F0630A"/>
    <w:rsid w:val="00F125B2"/>
    <w:rsid w:val="00F12929"/>
    <w:rsid w:val="00F14311"/>
    <w:rsid w:val="00F15702"/>
    <w:rsid w:val="00F16DA5"/>
    <w:rsid w:val="00F16E94"/>
    <w:rsid w:val="00F173DE"/>
    <w:rsid w:val="00F20324"/>
    <w:rsid w:val="00F27981"/>
    <w:rsid w:val="00F3121B"/>
    <w:rsid w:val="00F32847"/>
    <w:rsid w:val="00F4070F"/>
    <w:rsid w:val="00F46AAA"/>
    <w:rsid w:val="00F5495A"/>
    <w:rsid w:val="00F61754"/>
    <w:rsid w:val="00F645CD"/>
    <w:rsid w:val="00F669EB"/>
    <w:rsid w:val="00F6740E"/>
    <w:rsid w:val="00F72141"/>
    <w:rsid w:val="00F728FC"/>
    <w:rsid w:val="00F731E4"/>
    <w:rsid w:val="00F739F1"/>
    <w:rsid w:val="00F8264D"/>
    <w:rsid w:val="00F83B05"/>
    <w:rsid w:val="00F95D49"/>
    <w:rsid w:val="00F96A5B"/>
    <w:rsid w:val="00FA551D"/>
    <w:rsid w:val="00FB0C20"/>
    <w:rsid w:val="00FB390F"/>
    <w:rsid w:val="00FB4D14"/>
    <w:rsid w:val="00FC215A"/>
    <w:rsid w:val="00FC2557"/>
    <w:rsid w:val="00FC61EA"/>
    <w:rsid w:val="00FC66FF"/>
    <w:rsid w:val="00FD086B"/>
    <w:rsid w:val="00FD0AF7"/>
    <w:rsid w:val="00FD0FB1"/>
    <w:rsid w:val="00FD3D21"/>
    <w:rsid w:val="00FD436D"/>
    <w:rsid w:val="00FD4A50"/>
    <w:rsid w:val="00FD6211"/>
    <w:rsid w:val="00FD6C7E"/>
    <w:rsid w:val="00FD72CB"/>
    <w:rsid w:val="00FE0846"/>
    <w:rsid w:val="00FE13EF"/>
    <w:rsid w:val="00FE3C12"/>
    <w:rsid w:val="00FE4C6B"/>
    <w:rsid w:val="00FE7772"/>
    <w:rsid w:val="00FF03FD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982452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4EBC2.A1D991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6C73-3483-4226-9620-CC386D15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0</TotalTime>
  <Pages>1</Pages>
  <Words>202</Words>
  <Characters>1346</Characters>
  <Application>Microsoft Office Word</Application>
  <DocSecurity>0</DocSecurity>
  <Lines>39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Kujawa, Aneta</cp:lastModifiedBy>
  <cp:revision>3</cp:revision>
  <cp:lastPrinted>2017-03-15T11:29:00Z</cp:lastPrinted>
  <dcterms:created xsi:type="dcterms:W3CDTF">2019-04-30T09:00:00Z</dcterms:created>
  <dcterms:modified xsi:type="dcterms:W3CDTF">2019-04-30T09:24:00Z</dcterms:modified>
</cp:coreProperties>
</file>