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E8F49" w14:textId="6A0CD3E7" w:rsidR="00CD6523" w:rsidRPr="00CD6523" w:rsidRDefault="00CA03FA" w:rsidP="001C7E71">
      <w:pPr>
        <w:rPr>
          <w:rFonts w:cs="Arial"/>
          <w:sz w:val="22"/>
          <w:szCs w:val="22"/>
          <w:lang w:val="pl-PL" w:eastAsia="pl-PL"/>
        </w:rPr>
      </w:pPr>
      <w:bookmarkStart w:id="0" w:name="_Hlk39822563"/>
      <w:r>
        <w:rPr>
          <w:noProof/>
          <w:lang w:val="pl-PL" w:eastAsia="pl-PL"/>
        </w:rPr>
        <w:drawing>
          <wp:inline distT="0" distB="0" distL="0" distR="0" wp14:anchorId="4888EE6D" wp14:editId="240F8A6E">
            <wp:extent cx="3762375" cy="916264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651" cy="94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1723404" w14:textId="77777777" w:rsidR="008A62A6" w:rsidRDefault="008A62A6" w:rsidP="008A62A6">
      <w:pPr>
        <w:rPr>
          <w:rFonts w:cs="Arial"/>
          <w:sz w:val="28"/>
          <w:szCs w:val="28"/>
          <w:lang w:val="pl-PL" w:eastAsia="pl-PL"/>
        </w:rPr>
      </w:pPr>
    </w:p>
    <w:p w14:paraId="48F371C1" w14:textId="14A56CE3" w:rsidR="008A62A6" w:rsidRDefault="008A62A6" w:rsidP="008A62A6">
      <w:pPr>
        <w:rPr>
          <w:rFonts w:cs="Arial"/>
          <w:sz w:val="28"/>
          <w:szCs w:val="28"/>
          <w:lang w:val="pl-PL" w:eastAsia="pl-PL"/>
        </w:rPr>
      </w:pPr>
      <w:r w:rsidRPr="008A62A6">
        <w:rPr>
          <w:rFonts w:cs="Arial"/>
          <w:sz w:val="28"/>
          <w:szCs w:val="28"/>
          <w:lang w:val="pl-PL" w:eastAsia="pl-PL"/>
        </w:rPr>
        <w:t xml:space="preserve">Solidarni w biznesie </w:t>
      </w:r>
    </w:p>
    <w:p w14:paraId="3E5FE1DD" w14:textId="448551EC" w:rsidR="008A62A6" w:rsidRPr="00C04B66" w:rsidRDefault="008A62A6" w:rsidP="008A62A6">
      <w:pPr>
        <w:rPr>
          <w:rFonts w:cs="Arial"/>
          <w:szCs w:val="24"/>
          <w:lang w:val="pl-PL" w:eastAsia="pl-PL"/>
        </w:rPr>
      </w:pPr>
      <w:r w:rsidRPr="00C04B66">
        <w:rPr>
          <w:rFonts w:cs="Arial"/>
          <w:szCs w:val="24"/>
          <w:lang w:val="pl-PL" w:eastAsia="pl-PL"/>
        </w:rPr>
        <w:t>Firma Hörmann pomaga przedsiębiorstwom dotkniętym skutkami pandemii</w:t>
      </w:r>
    </w:p>
    <w:p w14:paraId="49A4A58C" w14:textId="77777777" w:rsidR="00C04B66" w:rsidRPr="008A62A6" w:rsidRDefault="00C04B66" w:rsidP="008A62A6">
      <w:pPr>
        <w:rPr>
          <w:rFonts w:cs="Arial"/>
          <w:b/>
          <w:bCs/>
          <w:szCs w:val="24"/>
          <w:lang w:val="pl-PL" w:eastAsia="pl-PL"/>
        </w:rPr>
      </w:pPr>
    </w:p>
    <w:p w14:paraId="7F68B293" w14:textId="77777777" w:rsidR="008A62A6" w:rsidRPr="008A62A6" w:rsidRDefault="008A62A6" w:rsidP="008A62A6">
      <w:pPr>
        <w:spacing w:before="100" w:beforeAutospacing="1" w:after="100" w:afterAutospacing="1"/>
        <w:rPr>
          <w:rFonts w:cs="Arial"/>
          <w:b/>
          <w:bCs/>
          <w:sz w:val="22"/>
          <w:szCs w:val="22"/>
          <w:lang w:val="pl-PL" w:eastAsia="pl-PL"/>
        </w:rPr>
      </w:pPr>
      <w:r w:rsidRPr="008A62A6">
        <w:rPr>
          <w:rFonts w:cs="Arial"/>
          <w:b/>
          <w:bCs/>
          <w:sz w:val="22"/>
          <w:szCs w:val="22"/>
          <w:lang w:val="pl-PL" w:eastAsia="pl-PL"/>
        </w:rPr>
        <w:t>Wzajemna pomoc i solidarność w biznesie – to cel ogólnopolskiej akcji społecznej, dzięki której małym przedsiębiorstwom silnie odczuwającym skutki pandemii łatwiej będzie przetrwać kryzys. Mniejszym firmom pomogą te większe. Do organizowanego przez Onet programu #</w:t>
      </w:r>
      <w:r w:rsidRPr="008A62A6">
        <w:rPr>
          <w:rFonts w:cs="Arial"/>
          <w:b/>
          <w:bCs/>
          <w:sz w:val="22"/>
          <w:szCs w:val="22"/>
          <w:lang w:val="pl-PL"/>
        </w:rPr>
        <w:t xml:space="preserve">BiznesKochaBiznes przyłączyła się też firma </w:t>
      </w:r>
      <w:r w:rsidRPr="008A62A6">
        <w:rPr>
          <w:rFonts w:cs="Arial"/>
          <w:b/>
          <w:bCs/>
          <w:sz w:val="22"/>
          <w:szCs w:val="22"/>
          <w:lang w:val="pl-PL" w:eastAsia="pl-PL"/>
        </w:rPr>
        <w:t>Hörmann Polska.</w:t>
      </w:r>
    </w:p>
    <w:p w14:paraId="6E97A2B1" w14:textId="194BD492" w:rsidR="008A62A6" w:rsidRPr="008A62A6" w:rsidRDefault="008A62A6" w:rsidP="008A62A6">
      <w:pPr>
        <w:spacing w:before="100" w:beforeAutospacing="1" w:after="100" w:afterAutospacing="1"/>
        <w:rPr>
          <w:rFonts w:cs="Arial"/>
          <w:sz w:val="22"/>
          <w:szCs w:val="22"/>
          <w:lang w:val="pl-PL" w:eastAsia="pl-PL"/>
        </w:rPr>
      </w:pPr>
      <w:r w:rsidRPr="008A62A6">
        <w:rPr>
          <w:rFonts w:cs="Arial"/>
          <w:sz w:val="22"/>
          <w:szCs w:val="22"/>
          <w:lang w:val="pl-PL" w:eastAsia="pl-PL"/>
        </w:rPr>
        <w:t xml:space="preserve">Inicjatywa jest szansą dla mniejszych firm, które pomimo spowodowanego koronawirusem kryzysu pracują na pełnych obrotach, a jednocześnie w wygodny i bezpieczny sposób starają się dotrzeć do klienta. Nie wszystkich jednak na to stać. Na bezpłatne kampanie reklamowe mogą liczyć ci drobni przedsiębiorcy, którzy walcząc z ekonomicznymi konsekwencjami pandemii, wprowadzają </w:t>
      </w:r>
      <w:r w:rsidR="00F960B6">
        <w:rPr>
          <w:rFonts w:cs="Arial"/>
          <w:sz w:val="22"/>
          <w:szCs w:val="22"/>
          <w:lang w:val="pl-PL" w:eastAsia="pl-PL"/>
        </w:rPr>
        <w:br/>
      </w:r>
      <w:r w:rsidRPr="008A62A6">
        <w:rPr>
          <w:rFonts w:cs="Arial"/>
          <w:sz w:val="22"/>
          <w:szCs w:val="22"/>
          <w:lang w:val="pl-PL" w:eastAsia="pl-PL"/>
        </w:rPr>
        <w:t xml:space="preserve">w swoich firmach ciekawe, innowacyjne rozwiązania. Koszty </w:t>
      </w:r>
      <w:r w:rsidR="00F960B6">
        <w:rPr>
          <w:rFonts w:cs="Arial"/>
          <w:sz w:val="22"/>
          <w:szCs w:val="22"/>
          <w:lang w:val="pl-PL" w:eastAsia="pl-PL"/>
        </w:rPr>
        <w:t xml:space="preserve">tych </w:t>
      </w:r>
      <w:r w:rsidRPr="008A62A6">
        <w:rPr>
          <w:rFonts w:cs="Arial"/>
          <w:sz w:val="22"/>
          <w:szCs w:val="22"/>
          <w:lang w:val="pl-PL" w:eastAsia="pl-PL"/>
        </w:rPr>
        <w:t xml:space="preserve">kampanii pokryją duże firmy. </w:t>
      </w:r>
    </w:p>
    <w:p w14:paraId="4A4952B7" w14:textId="6BE4F7C8" w:rsidR="008A62A6" w:rsidRPr="008A62A6" w:rsidRDefault="008A62A6" w:rsidP="008A62A6">
      <w:pPr>
        <w:pStyle w:val="hero--paragraph"/>
        <w:rPr>
          <w:rFonts w:ascii="Arial" w:hAnsi="Arial" w:cs="Arial"/>
          <w:sz w:val="22"/>
          <w:szCs w:val="22"/>
        </w:rPr>
      </w:pPr>
      <w:r w:rsidRPr="008A62A6">
        <w:rPr>
          <w:rFonts w:ascii="Arial" w:hAnsi="Arial" w:cs="Arial"/>
          <w:i/>
          <w:iCs/>
          <w:sz w:val="22"/>
          <w:szCs w:val="22"/>
        </w:rPr>
        <w:t xml:space="preserve">- Nigdy wcześniej solidarność w biznesie nie była tak ważna jak teraz. Żaden biznes nie istnieje bowiem w próżni. Duże firmy potrzebują tych mniejszych, dlatego należy działać razem. Dla dobra całej gospodarki, która stanowi system naczyń połączonych, powinniśmy wspierać jej słabsze ogniwa. Z chęcią przyłączyliśmy się więc </w:t>
      </w:r>
      <w:r w:rsidR="00A91A55">
        <w:rPr>
          <w:rFonts w:ascii="Arial" w:hAnsi="Arial" w:cs="Arial"/>
          <w:i/>
          <w:iCs/>
          <w:sz w:val="22"/>
          <w:szCs w:val="22"/>
        </w:rPr>
        <w:br/>
      </w:r>
      <w:r w:rsidRPr="008A62A6">
        <w:rPr>
          <w:rFonts w:ascii="Arial" w:hAnsi="Arial" w:cs="Arial"/>
          <w:i/>
          <w:iCs/>
          <w:sz w:val="22"/>
          <w:szCs w:val="22"/>
        </w:rPr>
        <w:t>do akcji, która niewielkim firmom pomoże przetrwać kryzys.</w:t>
      </w:r>
      <w:r w:rsidR="002A1A00">
        <w:rPr>
          <w:rFonts w:ascii="Arial" w:hAnsi="Arial" w:cs="Arial"/>
          <w:i/>
          <w:iCs/>
          <w:sz w:val="22"/>
          <w:szCs w:val="22"/>
        </w:rPr>
        <w:t xml:space="preserve"> -</w:t>
      </w:r>
      <w:r w:rsidRPr="008A62A6">
        <w:rPr>
          <w:rFonts w:ascii="Arial" w:hAnsi="Arial" w:cs="Arial"/>
          <w:i/>
          <w:iCs/>
          <w:sz w:val="22"/>
          <w:szCs w:val="22"/>
        </w:rPr>
        <w:t xml:space="preserve"> </w:t>
      </w:r>
      <w:r w:rsidRPr="008A62A6">
        <w:rPr>
          <w:rFonts w:ascii="Arial" w:hAnsi="Arial" w:cs="Arial"/>
          <w:sz w:val="22"/>
          <w:szCs w:val="22"/>
        </w:rPr>
        <w:t>mówi Krzysztof Horała, prezes firmy Hörmann</w:t>
      </w:r>
      <w:r w:rsidRPr="008A62A6">
        <w:rPr>
          <w:rFonts w:ascii="Arial" w:hAnsi="Arial" w:cs="Arial"/>
          <w:b/>
          <w:bCs/>
          <w:sz w:val="22"/>
          <w:szCs w:val="22"/>
        </w:rPr>
        <w:t xml:space="preserve"> </w:t>
      </w:r>
      <w:r w:rsidRPr="008A62A6">
        <w:rPr>
          <w:rFonts w:ascii="Arial" w:hAnsi="Arial" w:cs="Arial"/>
          <w:sz w:val="22"/>
          <w:szCs w:val="22"/>
        </w:rPr>
        <w:t xml:space="preserve">Polska sp. z o.o. </w:t>
      </w:r>
    </w:p>
    <w:p w14:paraId="79F71E67" w14:textId="1B300BF0" w:rsidR="008A62A6" w:rsidRPr="008A62A6" w:rsidRDefault="008A62A6" w:rsidP="008A62A6">
      <w:pPr>
        <w:pStyle w:val="hero--paragraph"/>
        <w:rPr>
          <w:rFonts w:ascii="Arial" w:hAnsi="Arial" w:cs="Arial"/>
          <w:sz w:val="22"/>
          <w:szCs w:val="22"/>
        </w:rPr>
      </w:pPr>
      <w:r w:rsidRPr="00683682">
        <w:rPr>
          <w:rFonts w:ascii="Arial" w:hAnsi="Arial" w:cs="Arial"/>
          <w:sz w:val="22"/>
          <w:szCs w:val="22"/>
        </w:rPr>
        <w:t>Firma Hörmann</w:t>
      </w:r>
      <w:r w:rsidRPr="00683682">
        <w:rPr>
          <w:rFonts w:ascii="Arial" w:hAnsi="Arial" w:cs="Arial"/>
          <w:b/>
          <w:bCs/>
          <w:sz w:val="22"/>
          <w:szCs w:val="22"/>
        </w:rPr>
        <w:t xml:space="preserve"> </w:t>
      </w:r>
      <w:r w:rsidRPr="00683682">
        <w:rPr>
          <w:rFonts w:ascii="Arial" w:hAnsi="Arial" w:cs="Arial"/>
          <w:sz w:val="22"/>
          <w:szCs w:val="22"/>
        </w:rPr>
        <w:t xml:space="preserve">Polska sp. z o.o., która sprzedaje swoje produkty </w:t>
      </w:r>
      <w:r w:rsidR="00C22EC9" w:rsidRPr="00683682">
        <w:rPr>
          <w:rFonts w:ascii="Arial" w:hAnsi="Arial" w:cs="Arial"/>
          <w:sz w:val="22"/>
          <w:szCs w:val="22"/>
        </w:rPr>
        <w:br/>
      </w:r>
      <w:r w:rsidR="00EC0055" w:rsidRPr="00683682">
        <w:rPr>
          <w:rFonts w:ascii="Arial" w:hAnsi="Arial" w:cs="Arial"/>
          <w:sz w:val="22"/>
          <w:szCs w:val="22"/>
        </w:rPr>
        <w:t>w</w:t>
      </w:r>
      <w:r w:rsidRPr="00683682">
        <w:rPr>
          <w:rFonts w:ascii="Arial" w:hAnsi="Arial" w:cs="Arial"/>
          <w:sz w:val="22"/>
          <w:szCs w:val="22"/>
        </w:rPr>
        <w:t xml:space="preserve"> gęstej sieci </w:t>
      </w:r>
      <w:r w:rsidR="00EC0055" w:rsidRPr="00683682">
        <w:rPr>
          <w:rFonts w:ascii="Arial" w:hAnsi="Arial" w:cs="Arial"/>
          <w:sz w:val="22"/>
          <w:szCs w:val="22"/>
        </w:rPr>
        <w:t>partner</w:t>
      </w:r>
      <w:r w:rsidR="00C22EC9" w:rsidRPr="00683682">
        <w:rPr>
          <w:rFonts w:ascii="Arial" w:hAnsi="Arial" w:cs="Arial"/>
          <w:sz w:val="22"/>
          <w:szCs w:val="22"/>
        </w:rPr>
        <w:t>skich firm</w:t>
      </w:r>
      <w:r w:rsidR="00EC0055" w:rsidRPr="00683682">
        <w:rPr>
          <w:rFonts w:ascii="Arial" w:hAnsi="Arial" w:cs="Arial"/>
          <w:sz w:val="22"/>
          <w:szCs w:val="22"/>
        </w:rPr>
        <w:t xml:space="preserve"> handlowych</w:t>
      </w:r>
      <w:r w:rsidRPr="00683682">
        <w:rPr>
          <w:rFonts w:ascii="Arial" w:hAnsi="Arial" w:cs="Arial"/>
          <w:sz w:val="22"/>
          <w:szCs w:val="22"/>
        </w:rPr>
        <w:t xml:space="preserve"> w całym kraju, doskonale rozumie specyfikę pracy</w:t>
      </w:r>
      <w:r w:rsidR="00C22EC9" w:rsidRPr="00683682">
        <w:rPr>
          <w:rFonts w:ascii="Arial" w:hAnsi="Arial" w:cs="Arial"/>
          <w:sz w:val="22"/>
          <w:szCs w:val="22"/>
        </w:rPr>
        <w:t xml:space="preserve"> mniejszych przedsiębiorstw</w:t>
      </w:r>
      <w:r w:rsidRPr="00683682">
        <w:rPr>
          <w:rFonts w:ascii="Arial" w:hAnsi="Arial" w:cs="Arial"/>
          <w:sz w:val="22"/>
          <w:szCs w:val="22"/>
        </w:rPr>
        <w:t>.</w:t>
      </w:r>
      <w:r w:rsidRPr="008A62A6">
        <w:rPr>
          <w:rFonts w:ascii="Arial" w:hAnsi="Arial" w:cs="Arial"/>
          <w:sz w:val="22"/>
          <w:szCs w:val="22"/>
        </w:rPr>
        <w:t xml:space="preserve"> </w:t>
      </w:r>
    </w:p>
    <w:p w14:paraId="1F42A7CD" w14:textId="03724C41" w:rsidR="00371622" w:rsidRPr="00435BC1" w:rsidRDefault="008A62A6" w:rsidP="00371622">
      <w:pPr>
        <w:pStyle w:val="hero--paragraph"/>
        <w:rPr>
          <w:rFonts w:ascii="Arial" w:hAnsi="Arial" w:cs="Arial"/>
          <w:sz w:val="22"/>
          <w:szCs w:val="22"/>
        </w:rPr>
      </w:pPr>
      <w:r w:rsidRPr="008A62A6">
        <w:rPr>
          <w:rFonts w:ascii="Arial" w:hAnsi="Arial" w:cs="Arial"/>
          <w:i/>
          <w:iCs/>
          <w:sz w:val="22"/>
          <w:szCs w:val="22"/>
        </w:rPr>
        <w:t>- Rozumiemy jak istotny jest budżet na bieżącą działalność, jak ważne dotarcie do klienta. Dlatego chcemy</w:t>
      </w:r>
      <w:r w:rsidR="00093093">
        <w:rPr>
          <w:rFonts w:ascii="Arial" w:hAnsi="Arial" w:cs="Arial"/>
          <w:i/>
          <w:iCs/>
          <w:sz w:val="22"/>
          <w:szCs w:val="22"/>
        </w:rPr>
        <w:t xml:space="preserve"> wesprzeć tych</w:t>
      </w:r>
      <w:r w:rsidRPr="008A62A6">
        <w:rPr>
          <w:rFonts w:ascii="Arial" w:hAnsi="Arial" w:cs="Arial"/>
          <w:i/>
          <w:iCs/>
          <w:sz w:val="22"/>
          <w:szCs w:val="22"/>
        </w:rPr>
        <w:t xml:space="preserve"> przedsiębiorc</w:t>
      </w:r>
      <w:r w:rsidR="00093093">
        <w:rPr>
          <w:rFonts w:ascii="Arial" w:hAnsi="Arial" w:cs="Arial"/>
          <w:i/>
          <w:iCs/>
          <w:sz w:val="22"/>
          <w:szCs w:val="22"/>
        </w:rPr>
        <w:t>ów</w:t>
      </w:r>
      <w:r w:rsidRPr="008A62A6">
        <w:rPr>
          <w:rFonts w:ascii="Arial" w:hAnsi="Arial" w:cs="Arial"/>
          <w:i/>
          <w:iCs/>
          <w:sz w:val="22"/>
          <w:szCs w:val="22"/>
        </w:rPr>
        <w:t xml:space="preserve">, którzy nie tylko nie poddają się kryzysowi, </w:t>
      </w:r>
      <w:r w:rsidR="0017125E">
        <w:rPr>
          <w:rFonts w:ascii="Arial" w:hAnsi="Arial" w:cs="Arial"/>
          <w:i/>
          <w:iCs/>
          <w:sz w:val="22"/>
          <w:szCs w:val="22"/>
        </w:rPr>
        <w:br/>
      </w:r>
      <w:r w:rsidRPr="008A62A6">
        <w:rPr>
          <w:rFonts w:ascii="Arial" w:hAnsi="Arial" w:cs="Arial"/>
          <w:i/>
          <w:iCs/>
          <w:sz w:val="22"/>
          <w:szCs w:val="22"/>
        </w:rPr>
        <w:t xml:space="preserve">ale w trudnych czasach umieją kreatywnie działać – </w:t>
      </w:r>
      <w:r w:rsidRPr="00435BC1">
        <w:rPr>
          <w:rFonts w:ascii="Arial" w:hAnsi="Arial" w:cs="Arial"/>
          <w:sz w:val="22"/>
          <w:szCs w:val="22"/>
        </w:rPr>
        <w:t xml:space="preserve">podkreśla </w:t>
      </w:r>
      <w:r w:rsidR="00C320B9">
        <w:rPr>
          <w:rFonts w:ascii="Arial" w:hAnsi="Arial" w:cs="Arial"/>
          <w:sz w:val="22"/>
          <w:szCs w:val="22"/>
        </w:rPr>
        <w:br/>
      </w:r>
      <w:r w:rsidRPr="00435BC1">
        <w:rPr>
          <w:rFonts w:ascii="Arial" w:hAnsi="Arial" w:cs="Arial"/>
          <w:sz w:val="22"/>
          <w:szCs w:val="22"/>
        </w:rPr>
        <w:t xml:space="preserve">Krzysztof Horała.  </w:t>
      </w:r>
    </w:p>
    <w:p w14:paraId="42C0AADA" w14:textId="25B2B514" w:rsidR="008A62A6" w:rsidRDefault="008A62A6" w:rsidP="00371622">
      <w:pPr>
        <w:pStyle w:val="hero--paragraph"/>
        <w:rPr>
          <w:rFonts w:ascii="Arial" w:hAnsi="Arial" w:cs="Arial"/>
          <w:sz w:val="22"/>
          <w:szCs w:val="22"/>
        </w:rPr>
      </w:pPr>
      <w:r w:rsidRPr="008A62A6">
        <w:rPr>
          <w:rFonts w:ascii="Arial" w:hAnsi="Arial" w:cs="Arial"/>
          <w:sz w:val="22"/>
          <w:szCs w:val="22"/>
        </w:rPr>
        <w:t xml:space="preserve">Po kilku tygodniach od startu programu #BiznesKochaBiznes budżet kampanii wynosi już </w:t>
      </w:r>
      <w:r w:rsidR="0042558A">
        <w:rPr>
          <w:rFonts w:ascii="Arial" w:hAnsi="Arial" w:cs="Arial"/>
          <w:sz w:val="22"/>
          <w:szCs w:val="22"/>
        </w:rPr>
        <w:t xml:space="preserve">1,5 </w:t>
      </w:r>
      <w:r w:rsidRPr="008A62A6">
        <w:rPr>
          <w:rFonts w:ascii="Arial" w:hAnsi="Arial" w:cs="Arial"/>
          <w:sz w:val="22"/>
          <w:szCs w:val="22"/>
        </w:rPr>
        <w:t>milion</w:t>
      </w:r>
      <w:r w:rsidR="0042558A">
        <w:rPr>
          <w:rFonts w:ascii="Arial" w:hAnsi="Arial" w:cs="Arial"/>
          <w:sz w:val="22"/>
          <w:szCs w:val="22"/>
        </w:rPr>
        <w:t>a</w:t>
      </w:r>
      <w:r w:rsidRPr="008A62A6">
        <w:rPr>
          <w:rFonts w:ascii="Arial" w:hAnsi="Arial" w:cs="Arial"/>
          <w:sz w:val="22"/>
          <w:szCs w:val="22"/>
        </w:rPr>
        <w:t xml:space="preserve"> złotych</w:t>
      </w:r>
      <w:r w:rsidR="0042558A">
        <w:rPr>
          <w:rFonts w:ascii="Arial" w:hAnsi="Arial" w:cs="Arial"/>
          <w:sz w:val="22"/>
          <w:szCs w:val="22"/>
        </w:rPr>
        <w:t xml:space="preserve">. </w:t>
      </w:r>
      <w:r w:rsidR="00C61508">
        <w:rPr>
          <w:rFonts w:ascii="Arial" w:hAnsi="Arial" w:cs="Arial"/>
          <w:sz w:val="22"/>
          <w:szCs w:val="22"/>
        </w:rPr>
        <w:t xml:space="preserve">Dotąd wsparcie otrzymało </w:t>
      </w:r>
      <w:bookmarkStart w:id="1" w:name="_GoBack"/>
      <w:bookmarkEnd w:id="1"/>
      <w:r w:rsidR="00912F8E">
        <w:rPr>
          <w:rFonts w:ascii="Arial" w:hAnsi="Arial" w:cs="Arial"/>
          <w:sz w:val="22"/>
          <w:szCs w:val="22"/>
        </w:rPr>
        <w:br/>
      </w:r>
      <w:r w:rsidR="00C61508">
        <w:rPr>
          <w:rFonts w:ascii="Arial" w:hAnsi="Arial" w:cs="Arial"/>
          <w:sz w:val="22"/>
          <w:szCs w:val="22"/>
        </w:rPr>
        <w:t>40 firm. Akcja potrwa d</w:t>
      </w:r>
      <w:r w:rsidR="00CA03FA">
        <w:rPr>
          <w:rFonts w:ascii="Arial" w:hAnsi="Arial" w:cs="Arial"/>
          <w:sz w:val="22"/>
          <w:szCs w:val="22"/>
        </w:rPr>
        <w:t>o końca czerwca</w:t>
      </w:r>
      <w:r w:rsidR="00C61508">
        <w:rPr>
          <w:rFonts w:ascii="Arial" w:hAnsi="Arial" w:cs="Arial"/>
          <w:sz w:val="22"/>
          <w:szCs w:val="22"/>
        </w:rPr>
        <w:t>.</w:t>
      </w:r>
      <w:r w:rsidR="00CA03FA">
        <w:rPr>
          <w:rFonts w:ascii="Arial" w:hAnsi="Arial" w:cs="Arial"/>
          <w:sz w:val="22"/>
          <w:szCs w:val="22"/>
        </w:rPr>
        <w:t xml:space="preserve"> </w:t>
      </w:r>
      <w:r w:rsidR="00C04B66" w:rsidRPr="008F6489">
        <w:rPr>
          <w:rFonts w:ascii="Arial" w:hAnsi="Arial" w:cs="Arial"/>
          <w:sz w:val="22"/>
          <w:szCs w:val="22"/>
        </w:rPr>
        <w:t>S</w:t>
      </w:r>
      <w:r w:rsidRPr="008A62A6">
        <w:rPr>
          <w:rFonts w:ascii="Arial" w:hAnsi="Arial" w:cs="Arial"/>
          <w:sz w:val="22"/>
          <w:szCs w:val="22"/>
        </w:rPr>
        <w:t xml:space="preserve">wój akces do programu </w:t>
      </w:r>
      <w:r w:rsidR="00371622">
        <w:rPr>
          <w:rFonts w:ascii="Arial" w:hAnsi="Arial" w:cs="Arial"/>
          <w:sz w:val="22"/>
          <w:szCs w:val="22"/>
        </w:rPr>
        <w:t xml:space="preserve">przedsiębiorcy </w:t>
      </w:r>
      <w:r w:rsidR="00C04B66" w:rsidRPr="00371622">
        <w:rPr>
          <w:rFonts w:ascii="Arial" w:hAnsi="Arial" w:cs="Arial"/>
          <w:sz w:val="22"/>
          <w:szCs w:val="22"/>
        </w:rPr>
        <w:t>mogą zgłaszać</w:t>
      </w:r>
      <w:r w:rsidR="00C04B66">
        <w:rPr>
          <w:rFonts w:cs="Arial"/>
          <w:sz w:val="22"/>
          <w:szCs w:val="22"/>
        </w:rPr>
        <w:t xml:space="preserve"> </w:t>
      </w:r>
      <w:r w:rsidRPr="008A62A6">
        <w:rPr>
          <w:rFonts w:ascii="Arial" w:hAnsi="Arial" w:cs="Arial"/>
          <w:sz w:val="22"/>
          <w:szCs w:val="22"/>
        </w:rPr>
        <w:t>za pomocą specjalnego formularza dostępnego w serwisie</w:t>
      </w:r>
      <w:r w:rsidRPr="00E91B3C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E91B3C">
          <w:rPr>
            <w:rStyle w:val="Hipercze"/>
            <w:rFonts w:ascii="Arial" w:hAnsi="Arial" w:cs="Arial"/>
            <w:color w:val="auto"/>
            <w:sz w:val="22"/>
            <w:szCs w:val="22"/>
          </w:rPr>
          <w:t>www.bizneskochabiznes.onet.pl</w:t>
        </w:r>
      </w:hyperlink>
      <w:r w:rsidRPr="00E91B3C">
        <w:rPr>
          <w:rFonts w:ascii="Arial" w:hAnsi="Arial" w:cs="Arial"/>
          <w:sz w:val="22"/>
          <w:szCs w:val="22"/>
        </w:rPr>
        <w:t>.</w:t>
      </w:r>
    </w:p>
    <w:sectPr w:rsidR="008A62A6" w:rsidSect="00CA03FA">
      <w:headerReference w:type="default" r:id="rId10"/>
      <w:footerReference w:type="default" r:id="rId11"/>
      <w:type w:val="continuous"/>
      <w:pgSz w:w="11906" w:h="16838" w:code="9"/>
      <w:pgMar w:top="2268" w:right="3684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DC8D5" w14:textId="77777777" w:rsidR="00C36257" w:rsidRDefault="00C36257">
      <w:r>
        <w:separator/>
      </w:r>
    </w:p>
  </w:endnote>
  <w:endnote w:type="continuationSeparator" w:id="0">
    <w:p w14:paraId="28FF8564" w14:textId="77777777" w:rsidR="00C36257" w:rsidRDefault="00C36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5B36E" w14:textId="7E93B2AB"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F85F53">
      <w:rPr>
        <w:i/>
        <w:snapToGrid w:val="0"/>
        <w:sz w:val="20"/>
        <w:lang w:val="pl-PL"/>
      </w:rPr>
      <w:t>E</w:t>
    </w:r>
    <w:r w:rsidR="008B7E9C">
      <w:rPr>
        <w:i/>
        <w:snapToGrid w:val="0"/>
        <w:sz w:val="20"/>
        <w:lang w:val="pl-PL"/>
      </w:rPr>
      <w:t>M</w:t>
    </w:r>
    <w:r w:rsidR="00F85F53">
      <w:rPr>
        <w:i/>
        <w:snapToGrid w:val="0"/>
        <w:sz w:val="20"/>
        <w:lang w:val="pl-PL"/>
      </w:rPr>
      <w:t>_</w:t>
    </w:r>
    <w:r w:rsidR="001C7E71">
      <w:rPr>
        <w:i/>
        <w:snapToGrid w:val="0"/>
        <w:sz w:val="20"/>
        <w:lang w:val="pl-PL"/>
      </w:rPr>
      <w:t>7</w:t>
    </w:r>
    <w:r w:rsidR="0076374D">
      <w:rPr>
        <w:i/>
        <w:snapToGrid w:val="0"/>
        <w:sz w:val="20"/>
        <w:lang w:val="pl-PL"/>
      </w:rPr>
      <w:t>/</w:t>
    </w:r>
    <w:r w:rsidR="00F85F53">
      <w:rPr>
        <w:i/>
        <w:snapToGrid w:val="0"/>
        <w:sz w:val="20"/>
        <w:lang w:val="pl-PL"/>
      </w:rPr>
      <w:t>2020</w:t>
    </w:r>
    <w:r w:rsidR="008B7E9C">
      <w:rPr>
        <w:i/>
        <w:snapToGrid w:val="0"/>
        <w:sz w:val="20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74579" w14:textId="77777777" w:rsidR="00C36257" w:rsidRDefault="00C36257">
      <w:r>
        <w:separator/>
      </w:r>
    </w:p>
  </w:footnote>
  <w:footnote w:type="continuationSeparator" w:id="0">
    <w:p w14:paraId="4115407D" w14:textId="77777777" w:rsidR="00C36257" w:rsidRDefault="00C36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C1E6F" w14:textId="77777777"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 wp14:anchorId="106BCD35" wp14:editId="12AC3483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67394A" wp14:editId="5A0DB275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458AC94" w14:textId="77777777"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367394A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" filled="f" stroked="f">
              <v:stroke joinstyle="round"/>
              <o:lock v:ext="edit" shapetype="t"/>
              <v:textbox>
                <w:txbxContent>
                  <w:p w14:paraId="2458AC94" w14:textId="77777777"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048520D" w14:textId="77777777"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A8425F8" wp14:editId="1AB1716A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982BC" w14:textId="77777777"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A8425F8"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LKAIAACo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" stroked="f">
              <v:textbox style="mso-fit-shape-to-text:t">
                <w:txbxContent>
                  <w:p w14:paraId="78F982BC" w14:textId="77777777"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5A"/>
    <w:rsid w:val="00000C1C"/>
    <w:rsid w:val="00002079"/>
    <w:rsid w:val="000031B1"/>
    <w:rsid w:val="00013AAA"/>
    <w:rsid w:val="00015BD7"/>
    <w:rsid w:val="00022585"/>
    <w:rsid w:val="00023F6B"/>
    <w:rsid w:val="000255AB"/>
    <w:rsid w:val="000308FE"/>
    <w:rsid w:val="00030A29"/>
    <w:rsid w:val="000321F0"/>
    <w:rsid w:val="00035CF1"/>
    <w:rsid w:val="0004294E"/>
    <w:rsid w:val="00046012"/>
    <w:rsid w:val="000465F1"/>
    <w:rsid w:val="00050591"/>
    <w:rsid w:val="00055037"/>
    <w:rsid w:val="000557EA"/>
    <w:rsid w:val="00055DF8"/>
    <w:rsid w:val="0006338E"/>
    <w:rsid w:val="000638BA"/>
    <w:rsid w:val="0006601B"/>
    <w:rsid w:val="000665F4"/>
    <w:rsid w:val="000666A6"/>
    <w:rsid w:val="00070A84"/>
    <w:rsid w:val="000743F4"/>
    <w:rsid w:val="000744B4"/>
    <w:rsid w:val="00075E09"/>
    <w:rsid w:val="00076BEA"/>
    <w:rsid w:val="00077F5B"/>
    <w:rsid w:val="0008394C"/>
    <w:rsid w:val="000850FE"/>
    <w:rsid w:val="0009244F"/>
    <w:rsid w:val="00092EB2"/>
    <w:rsid w:val="00093093"/>
    <w:rsid w:val="00093E4B"/>
    <w:rsid w:val="000962AB"/>
    <w:rsid w:val="000975B5"/>
    <w:rsid w:val="0009761A"/>
    <w:rsid w:val="000A2A47"/>
    <w:rsid w:val="000A35DE"/>
    <w:rsid w:val="000A382E"/>
    <w:rsid w:val="000A3A4D"/>
    <w:rsid w:val="000A405A"/>
    <w:rsid w:val="000C0804"/>
    <w:rsid w:val="000C08C9"/>
    <w:rsid w:val="000C3B67"/>
    <w:rsid w:val="000C48C1"/>
    <w:rsid w:val="000D0362"/>
    <w:rsid w:val="000D48A5"/>
    <w:rsid w:val="000D6566"/>
    <w:rsid w:val="000D731C"/>
    <w:rsid w:val="000E2914"/>
    <w:rsid w:val="000E4BC3"/>
    <w:rsid w:val="000E55A6"/>
    <w:rsid w:val="000E6C7D"/>
    <w:rsid w:val="000F52E8"/>
    <w:rsid w:val="000F583F"/>
    <w:rsid w:val="000F6833"/>
    <w:rsid w:val="000F73F5"/>
    <w:rsid w:val="000F7B1B"/>
    <w:rsid w:val="00100171"/>
    <w:rsid w:val="001010B9"/>
    <w:rsid w:val="00103239"/>
    <w:rsid w:val="00104119"/>
    <w:rsid w:val="00104B21"/>
    <w:rsid w:val="00105113"/>
    <w:rsid w:val="0010563E"/>
    <w:rsid w:val="00112FD7"/>
    <w:rsid w:val="001152CE"/>
    <w:rsid w:val="00117BEB"/>
    <w:rsid w:val="00120BBA"/>
    <w:rsid w:val="00121A96"/>
    <w:rsid w:val="00121F0D"/>
    <w:rsid w:val="00123F80"/>
    <w:rsid w:val="00124C3B"/>
    <w:rsid w:val="00130CB8"/>
    <w:rsid w:val="00133F61"/>
    <w:rsid w:val="00140429"/>
    <w:rsid w:val="00142218"/>
    <w:rsid w:val="00143680"/>
    <w:rsid w:val="00146052"/>
    <w:rsid w:val="00150CBA"/>
    <w:rsid w:val="00151F53"/>
    <w:rsid w:val="001548EC"/>
    <w:rsid w:val="00156E2C"/>
    <w:rsid w:val="00160182"/>
    <w:rsid w:val="00165EBD"/>
    <w:rsid w:val="00166840"/>
    <w:rsid w:val="00166CA1"/>
    <w:rsid w:val="00167230"/>
    <w:rsid w:val="001702CC"/>
    <w:rsid w:val="0017125E"/>
    <w:rsid w:val="001719AE"/>
    <w:rsid w:val="001720F5"/>
    <w:rsid w:val="00173A35"/>
    <w:rsid w:val="0018275F"/>
    <w:rsid w:val="0018298E"/>
    <w:rsid w:val="00192215"/>
    <w:rsid w:val="00194BFF"/>
    <w:rsid w:val="00197783"/>
    <w:rsid w:val="00197923"/>
    <w:rsid w:val="001A05A5"/>
    <w:rsid w:val="001A66C3"/>
    <w:rsid w:val="001B62C4"/>
    <w:rsid w:val="001B7801"/>
    <w:rsid w:val="001C3EC5"/>
    <w:rsid w:val="001C5C3D"/>
    <w:rsid w:val="001C737B"/>
    <w:rsid w:val="001C7E71"/>
    <w:rsid w:val="001D06C4"/>
    <w:rsid w:val="001D0822"/>
    <w:rsid w:val="001D1471"/>
    <w:rsid w:val="001D4331"/>
    <w:rsid w:val="001D6B2D"/>
    <w:rsid w:val="001D7B0B"/>
    <w:rsid w:val="001E111D"/>
    <w:rsid w:val="001E5774"/>
    <w:rsid w:val="001E5F5D"/>
    <w:rsid w:val="001E6A3A"/>
    <w:rsid w:val="001E7A1B"/>
    <w:rsid w:val="001F06E3"/>
    <w:rsid w:val="001F199B"/>
    <w:rsid w:val="001F1D5A"/>
    <w:rsid w:val="001F2898"/>
    <w:rsid w:val="001F2A4B"/>
    <w:rsid w:val="001F2A84"/>
    <w:rsid w:val="001F41E2"/>
    <w:rsid w:val="001F629C"/>
    <w:rsid w:val="00212679"/>
    <w:rsid w:val="002137BC"/>
    <w:rsid w:val="0021409F"/>
    <w:rsid w:val="0021434E"/>
    <w:rsid w:val="0021749B"/>
    <w:rsid w:val="00217724"/>
    <w:rsid w:val="00220511"/>
    <w:rsid w:val="002230E8"/>
    <w:rsid w:val="002242BF"/>
    <w:rsid w:val="002302FB"/>
    <w:rsid w:val="00233081"/>
    <w:rsid w:val="00234AE7"/>
    <w:rsid w:val="00235A91"/>
    <w:rsid w:val="00240F61"/>
    <w:rsid w:val="002435BF"/>
    <w:rsid w:val="00243D75"/>
    <w:rsid w:val="0024468D"/>
    <w:rsid w:val="002479B9"/>
    <w:rsid w:val="00250D7E"/>
    <w:rsid w:val="00253EC8"/>
    <w:rsid w:val="00255269"/>
    <w:rsid w:val="00256E80"/>
    <w:rsid w:val="0026119D"/>
    <w:rsid w:val="002617AB"/>
    <w:rsid w:val="0026245D"/>
    <w:rsid w:val="0026254D"/>
    <w:rsid w:val="00262644"/>
    <w:rsid w:val="00263474"/>
    <w:rsid w:val="00270EE4"/>
    <w:rsid w:val="00272234"/>
    <w:rsid w:val="00273D7A"/>
    <w:rsid w:val="00273FD0"/>
    <w:rsid w:val="002800BA"/>
    <w:rsid w:val="00280760"/>
    <w:rsid w:val="0028769A"/>
    <w:rsid w:val="00293D13"/>
    <w:rsid w:val="002A1A00"/>
    <w:rsid w:val="002A2D8E"/>
    <w:rsid w:val="002A312D"/>
    <w:rsid w:val="002A456D"/>
    <w:rsid w:val="002B00E5"/>
    <w:rsid w:val="002B62E5"/>
    <w:rsid w:val="002B735D"/>
    <w:rsid w:val="002B7763"/>
    <w:rsid w:val="002C4452"/>
    <w:rsid w:val="002D11FB"/>
    <w:rsid w:val="002D31C7"/>
    <w:rsid w:val="002D7806"/>
    <w:rsid w:val="002E6576"/>
    <w:rsid w:val="002F0F7C"/>
    <w:rsid w:val="002F7BBD"/>
    <w:rsid w:val="00301743"/>
    <w:rsid w:val="00303D11"/>
    <w:rsid w:val="003042EE"/>
    <w:rsid w:val="00304C5B"/>
    <w:rsid w:val="00304F03"/>
    <w:rsid w:val="00306052"/>
    <w:rsid w:val="00312C38"/>
    <w:rsid w:val="00313377"/>
    <w:rsid w:val="00314B2B"/>
    <w:rsid w:val="00315305"/>
    <w:rsid w:val="0032175C"/>
    <w:rsid w:val="00322419"/>
    <w:rsid w:val="00323EEE"/>
    <w:rsid w:val="0032486F"/>
    <w:rsid w:val="00327974"/>
    <w:rsid w:val="00327AC6"/>
    <w:rsid w:val="0033160A"/>
    <w:rsid w:val="00332299"/>
    <w:rsid w:val="00332402"/>
    <w:rsid w:val="00335599"/>
    <w:rsid w:val="003356ED"/>
    <w:rsid w:val="0033772F"/>
    <w:rsid w:val="00345109"/>
    <w:rsid w:val="003469EE"/>
    <w:rsid w:val="00352B38"/>
    <w:rsid w:val="00355856"/>
    <w:rsid w:val="00356DC6"/>
    <w:rsid w:val="00357DD7"/>
    <w:rsid w:val="00357DF0"/>
    <w:rsid w:val="0036071A"/>
    <w:rsid w:val="003631DB"/>
    <w:rsid w:val="00364749"/>
    <w:rsid w:val="00365969"/>
    <w:rsid w:val="0036637D"/>
    <w:rsid w:val="00371622"/>
    <w:rsid w:val="003745BC"/>
    <w:rsid w:val="003761A6"/>
    <w:rsid w:val="00381984"/>
    <w:rsid w:val="00387DB0"/>
    <w:rsid w:val="00390471"/>
    <w:rsid w:val="003939B1"/>
    <w:rsid w:val="003951B4"/>
    <w:rsid w:val="0039626E"/>
    <w:rsid w:val="00396892"/>
    <w:rsid w:val="00396903"/>
    <w:rsid w:val="003A2998"/>
    <w:rsid w:val="003A6354"/>
    <w:rsid w:val="003A67C6"/>
    <w:rsid w:val="003A6934"/>
    <w:rsid w:val="003B0BEE"/>
    <w:rsid w:val="003B35F1"/>
    <w:rsid w:val="003B77C5"/>
    <w:rsid w:val="003B7C9E"/>
    <w:rsid w:val="003C0F74"/>
    <w:rsid w:val="003C176E"/>
    <w:rsid w:val="003C3F88"/>
    <w:rsid w:val="003C404E"/>
    <w:rsid w:val="003C690C"/>
    <w:rsid w:val="003C75FC"/>
    <w:rsid w:val="003D0532"/>
    <w:rsid w:val="003D2B88"/>
    <w:rsid w:val="003D2E57"/>
    <w:rsid w:val="003D339B"/>
    <w:rsid w:val="003D6139"/>
    <w:rsid w:val="003D7721"/>
    <w:rsid w:val="003F7B32"/>
    <w:rsid w:val="004017D9"/>
    <w:rsid w:val="00401CF5"/>
    <w:rsid w:val="0040282E"/>
    <w:rsid w:val="00404D30"/>
    <w:rsid w:val="004072A3"/>
    <w:rsid w:val="00412A74"/>
    <w:rsid w:val="0041393A"/>
    <w:rsid w:val="004173F3"/>
    <w:rsid w:val="00420477"/>
    <w:rsid w:val="00421A1D"/>
    <w:rsid w:val="0042558A"/>
    <w:rsid w:val="00426D27"/>
    <w:rsid w:val="00431ABD"/>
    <w:rsid w:val="00434FCE"/>
    <w:rsid w:val="00435BC1"/>
    <w:rsid w:val="00442A9F"/>
    <w:rsid w:val="00443A44"/>
    <w:rsid w:val="00444A12"/>
    <w:rsid w:val="0045035A"/>
    <w:rsid w:val="004531D9"/>
    <w:rsid w:val="004533D5"/>
    <w:rsid w:val="00453833"/>
    <w:rsid w:val="004550AA"/>
    <w:rsid w:val="0045621E"/>
    <w:rsid w:val="0045727C"/>
    <w:rsid w:val="004575DC"/>
    <w:rsid w:val="00460C7C"/>
    <w:rsid w:val="00461CC1"/>
    <w:rsid w:val="00463FE5"/>
    <w:rsid w:val="004657B5"/>
    <w:rsid w:val="00467939"/>
    <w:rsid w:val="00473544"/>
    <w:rsid w:val="004759A9"/>
    <w:rsid w:val="004760EA"/>
    <w:rsid w:val="00476D96"/>
    <w:rsid w:val="004821E2"/>
    <w:rsid w:val="00485E1B"/>
    <w:rsid w:val="004867F1"/>
    <w:rsid w:val="004872C1"/>
    <w:rsid w:val="004943DC"/>
    <w:rsid w:val="00494DFE"/>
    <w:rsid w:val="004A378D"/>
    <w:rsid w:val="004A43B2"/>
    <w:rsid w:val="004B36D8"/>
    <w:rsid w:val="004B64E5"/>
    <w:rsid w:val="004B6F3E"/>
    <w:rsid w:val="004C0D42"/>
    <w:rsid w:val="004C3054"/>
    <w:rsid w:val="004C3DC1"/>
    <w:rsid w:val="004C6010"/>
    <w:rsid w:val="004C7F2D"/>
    <w:rsid w:val="004D066D"/>
    <w:rsid w:val="004D1715"/>
    <w:rsid w:val="004D184B"/>
    <w:rsid w:val="004D3863"/>
    <w:rsid w:val="004D444B"/>
    <w:rsid w:val="004D532F"/>
    <w:rsid w:val="004E2641"/>
    <w:rsid w:val="004E311E"/>
    <w:rsid w:val="004E4CBB"/>
    <w:rsid w:val="004E4E0D"/>
    <w:rsid w:val="004E7FEF"/>
    <w:rsid w:val="004F154A"/>
    <w:rsid w:val="004F206B"/>
    <w:rsid w:val="004F3FD5"/>
    <w:rsid w:val="004F4037"/>
    <w:rsid w:val="004F7A4B"/>
    <w:rsid w:val="00501325"/>
    <w:rsid w:val="005016A0"/>
    <w:rsid w:val="00501EA9"/>
    <w:rsid w:val="00502E4C"/>
    <w:rsid w:val="00503E28"/>
    <w:rsid w:val="00504241"/>
    <w:rsid w:val="00505063"/>
    <w:rsid w:val="00510016"/>
    <w:rsid w:val="00512A92"/>
    <w:rsid w:val="00513232"/>
    <w:rsid w:val="00517089"/>
    <w:rsid w:val="00520535"/>
    <w:rsid w:val="00525087"/>
    <w:rsid w:val="00527C3F"/>
    <w:rsid w:val="005303D5"/>
    <w:rsid w:val="005320A4"/>
    <w:rsid w:val="0053592A"/>
    <w:rsid w:val="00536C48"/>
    <w:rsid w:val="0054157E"/>
    <w:rsid w:val="00541817"/>
    <w:rsid w:val="0054239C"/>
    <w:rsid w:val="00542914"/>
    <w:rsid w:val="005448F1"/>
    <w:rsid w:val="00545482"/>
    <w:rsid w:val="00545817"/>
    <w:rsid w:val="00546F7D"/>
    <w:rsid w:val="00547869"/>
    <w:rsid w:val="005522DA"/>
    <w:rsid w:val="00554BAD"/>
    <w:rsid w:val="005550AA"/>
    <w:rsid w:val="005557D0"/>
    <w:rsid w:val="0056326C"/>
    <w:rsid w:val="005638C7"/>
    <w:rsid w:val="00563E3A"/>
    <w:rsid w:val="00564A89"/>
    <w:rsid w:val="00565ED7"/>
    <w:rsid w:val="005677D2"/>
    <w:rsid w:val="00567CCE"/>
    <w:rsid w:val="005719BB"/>
    <w:rsid w:val="00571C02"/>
    <w:rsid w:val="005730D7"/>
    <w:rsid w:val="005732DD"/>
    <w:rsid w:val="00574719"/>
    <w:rsid w:val="00577449"/>
    <w:rsid w:val="00584C22"/>
    <w:rsid w:val="0058555A"/>
    <w:rsid w:val="00586B90"/>
    <w:rsid w:val="00594EEF"/>
    <w:rsid w:val="005A1169"/>
    <w:rsid w:val="005A15D2"/>
    <w:rsid w:val="005A39F9"/>
    <w:rsid w:val="005A4801"/>
    <w:rsid w:val="005A5A0E"/>
    <w:rsid w:val="005A62FC"/>
    <w:rsid w:val="005B2F2C"/>
    <w:rsid w:val="005B4F36"/>
    <w:rsid w:val="005B77A1"/>
    <w:rsid w:val="005B7BD8"/>
    <w:rsid w:val="005C0928"/>
    <w:rsid w:val="005C603B"/>
    <w:rsid w:val="005C68CB"/>
    <w:rsid w:val="005C699F"/>
    <w:rsid w:val="005C711F"/>
    <w:rsid w:val="005D06BB"/>
    <w:rsid w:val="005D14B2"/>
    <w:rsid w:val="005D1540"/>
    <w:rsid w:val="005D1FFB"/>
    <w:rsid w:val="005D2365"/>
    <w:rsid w:val="005D3092"/>
    <w:rsid w:val="005D36B2"/>
    <w:rsid w:val="005D507B"/>
    <w:rsid w:val="005D5105"/>
    <w:rsid w:val="005D5D24"/>
    <w:rsid w:val="005D65EF"/>
    <w:rsid w:val="005E29DB"/>
    <w:rsid w:val="005E4731"/>
    <w:rsid w:val="005E494B"/>
    <w:rsid w:val="005E5BA6"/>
    <w:rsid w:val="005E5C5C"/>
    <w:rsid w:val="005F1C97"/>
    <w:rsid w:val="005F20CD"/>
    <w:rsid w:val="005F242F"/>
    <w:rsid w:val="005F2BDE"/>
    <w:rsid w:val="005F306B"/>
    <w:rsid w:val="005F442E"/>
    <w:rsid w:val="005F4E66"/>
    <w:rsid w:val="005F6056"/>
    <w:rsid w:val="005F70C9"/>
    <w:rsid w:val="006021FB"/>
    <w:rsid w:val="00602BF6"/>
    <w:rsid w:val="00606DFA"/>
    <w:rsid w:val="00612EB7"/>
    <w:rsid w:val="00615DB7"/>
    <w:rsid w:val="006172BA"/>
    <w:rsid w:val="006243D6"/>
    <w:rsid w:val="00624477"/>
    <w:rsid w:val="00624D3E"/>
    <w:rsid w:val="006264A3"/>
    <w:rsid w:val="00626575"/>
    <w:rsid w:val="006269B9"/>
    <w:rsid w:val="006269DF"/>
    <w:rsid w:val="00627CF8"/>
    <w:rsid w:val="0063001D"/>
    <w:rsid w:val="00630538"/>
    <w:rsid w:val="00630B75"/>
    <w:rsid w:val="00632AB4"/>
    <w:rsid w:val="0063614A"/>
    <w:rsid w:val="00637897"/>
    <w:rsid w:val="006410AB"/>
    <w:rsid w:val="0064121C"/>
    <w:rsid w:val="00645B0A"/>
    <w:rsid w:val="00646734"/>
    <w:rsid w:val="006469BC"/>
    <w:rsid w:val="00650413"/>
    <w:rsid w:val="00651C9A"/>
    <w:rsid w:val="00651D1F"/>
    <w:rsid w:val="00661346"/>
    <w:rsid w:val="00670072"/>
    <w:rsid w:val="00675C31"/>
    <w:rsid w:val="00683682"/>
    <w:rsid w:val="00686BDA"/>
    <w:rsid w:val="006928B0"/>
    <w:rsid w:val="0069400A"/>
    <w:rsid w:val="00695579"/>
    <w:rsid w:val="006975A0"/>
    <w:rsid w:val="006A13F3"/>
    <w:rsid w:val="006A4734"/>
    <w:rsid w:val="006A4A49"/>
    <w:rsid w:val="006A5834"/>
    <w:rsid w:val="006A7CFD"/>
    <w:rsid w:val="006A7F57"/>
    <w:rsid w:val="006B2953"/>
    <w:rsid w:val="006C0178"/>
    <w:rsid w:val="006C1D6A"/>
    <w:rsid w:val="006C2567"/>
    <w:rsid w:val="006D574C"/>
    <w:rsid w:val="006D5854"/>
    <w:rsid w:val="006E0307"/>
    <w:rsid w:val="006E39B5"/>
    <w:rsid w:val="006E3E51"/>
    <w:rsid w:val="006E59CC"/>
    <w:rsid w:val="006E7CD9"/>
    <w:rsid w:val="006F111C"/>
    <w:rsid w:val="006F3BD3"/>
    <w:rsid w:val="006F485B"/>
    <w:rsid w:val="006F7648"/>
    <w:rsid w:val="00702085"/>
    <w:rsid w:val="007041F2"/>
    <w:rsid w:val="007053D6"/>
    <w:rsid w:val="0071065A"/>
    <w:rsid w:val="007145F6"/>
    <w:rsid w:val="00716062"/>
    <w:rsid w:val="00716D6C"/>
    <w:rsid w:val="00720ED2"/>
    <w:rsid w:val="00721A71"/>
    <w:rsid w:val="0073214D"/>
    <w:rsid w:val="007346B2"/>
    <w:rsid w:val="00737419"/>
    <w:rsid w:val="0074241F"/>
    <w:rsid w:val="0074423D"/>
    <w:rsid w:val="00744560"/>
    <w:rsid w:val="00745D10"/>
    <w:rsid w:val="00746FC4"/>
    <w:rsid w:val="00750FDE"/>
    <w:rsid w:val="00751186"/>
    <w:rsid w:val="00752610"/>
    <w:rsid w:val="00752A6D"/>
    <w:rsid w:val="00752FD9"/>
    <w:rsid w:val="00753075"/>
    <w:rsid w:val="00754722"/>
    <w:rsid w:val="0075744C"/>
    <w:rsid w:val="007578A0"/>
    <w:rsid w:val="00761DFE"/>
    <w:rsid w:val="0076374D"/>
    <w:rsid w:val="00763E8A"/>
    <w:rsid w:val="00764C7B"/>
    <w:rsid w:val="00765B5E"/>
    <w:rsid w:val="00766299"/>
    <w:rsid w:val="00766329"/>
    <w:rsid w:val="007739E0"/>
    <w:rsid w:val="00777955"/>
    <w:rsid w:val="0078002D"/>
    <w:rsid w:val="0079706E"/>
    <w:rsid w:val="00797D40"/>
    <w:rsid w:val="007A16D7"/>
    <w:rsid w:val="007A479E"/>
    <w:rsid w:val="007A4B95"/>
    <w:rsid w:val="007A58E6"/>
    <w:rsid w:val="007A6735"/>
    <w:rsid w:val="007A67B7"/>
    <w:rsid w:val="007B0CA7"/>
    <w:rsid w:val="007B159F"/>
    <w:rsid w:val="007B2B74"/>
    <w:rsid w:val="007B2D80"/>
    <w:rsid w:val="007B5C30"/>
    <w:rsid w:val="007B5F06"/>
    <w:rsid w:val="007B720D"/>
    <w:rsid w:val="007C2A35"/>
    <w:rsid w:val="007C4206"/>
    <w:rsid w:val="007C5B4A"/>
    <w:rsid w:val="007C76C0"/>
    <w:rsid w:val="007D0787"/>
    <w:rsid w:val="007D2E74"/>
    <w:rsid w:val="007D4E59"/>
    <w:rsid w:val="007D7DD9"/>
    <w:rsid w:val="007E1003"/>
    <w:rsid w:val="007E2044"/>
    <w:rsid w:val="007E23C8"/>
    <w:rsid w:val="007E568C"/>
    <w:rsid w:val="007E5703"/>
    <w:rsid w:val="007F1543"/>
    <w:rsid w:val="0081095C"/>
    <w:rsid w:val="00812EC0"/>
    <w:rsid w:val="00813889"/>
    <w:rsid w:val="00817C59"/>
    <w:rsid w:val="00821891"/>
    <w:rsid w:val="008226E9"/>
    <w:rsid w:val="0082375A"/>
    <w:rsid w:val="00825A5F"/>
    <w:rsid w:val="0082623D"/>
    <w:rsid w:val="00831DA8"/>
    <w:rsid w:val="008402A7"/>
    <w:rsid w:val="008409E0"/>
    <w:rsid w:val="00843541"/>
    <w:rsid w:val="008447B6"/>
    <w:rsid w:val="0085288E"/>
    <w:rsid w:val="00852C05"/>
    <w:rsid w:val="0085433E"/>
    <w:rsid w:val="00857279"/>
    <w:rsid w:val="00863191"/>
    <w:rsid w:val="008644D6"/>
    <w:rsid w:val="0086773B"/>
    <w:rsid w:val="00873F67"/>
    <w:rsid w:val="008803CE"/>
    <w:rsid w:val="00881E0D"/>
    <w:rsid w:val="00884F16"/>
    <w:rsid w:val="0088737B"/>
    <w:rsid w:val="00892F26"/>
    <w:rsid w:val="00896B92"/>
    <w:rsid w:val="008A350C"/>
    <w:rsid w:val="008A62A6"/>
    <w:rsid w:val="008A6C40"/>
    <w:rsid w:val="008A7CEF"/>
    <w:rsid w:val="008A7DAE"/>
    <w:rsid w:val="008B1047"/>
    <w:rsid w:val="008B5243"/>
    <w:rsid w:val="008B7E9C"/>
    <w:rsid w:val="008C1175"/>
    <w:rsid w:val="008C15E4"/>
    <w:rsid w:val="008C1DB3"/>
    <w:rsid w:val="008C200E"/>
    <w:rsid w:val="008C211E"/>
    <w:rsid w:val="008C2984"/>
    <w:rsid w:val="008C2ADC"/>
    <w:rsid w:val="008C4AE8"/>
    <w:rsid w:val="008C4BB3"/>
    <w:rsid w:val="008C51EE"/>
    <w:rsid w:val="008D3460"/>
    <w:rsid w:val="008D6462"/>
    <w:rsid w:val="008D71BB"/>
    <w:rsid w:val="008D7946"/>
    <w:rsid w:val="008E1401"/>
    <w:rsid w:val="008E199B"/>
    <w:rsid w:val="008E2586"/>
    <w:rsid w:val="008E4967"/>
    <w:rsid w:val="008F0040"/>
    <w:rsid w:val="008F0B92"/>
    <w:rsid w:val="008F1775"/>
    <w:rsid w:val="008F18F5"/>
    <w:rsid w:val="008F57F8"/>
    <w:rsid w:val="008F6489"/>
    <w:rsid w:val="008F7BC0"/>
    <w:rsid w:val="008F7CA4"/>
    <w:rsid w:val="00906073"/>
    <w:rsid w:val="00911354"/>
    <w:rsid w:val="00912F8E"/>
    <w:rsid w:val="00913013"/>
    <w:rsid w:val="00914219"/>
    <w:rsid w:val="009143EA"/>
    <w:rsid w:val="00914546"/>
    <w:rsid w:val="009261B4"/>
    <w:rsid w:val="00926261"/>
    <w:rsid w:val="00926EB6"/>
    <w:rsid w:val="00930EDC"/>
    <w:rsid w:val="009332C9"/>
    <w:rsid w:val="009351FF"/>
    <w:rsid w:val="009365ED"/>
    <w:rsid w:val="00937006"/>
    <w:rsid w:val="00941D73"/>
    <w:rsid w:val="00942D99"/>
    <w:rsid w:val="00944D19"/>
    <w:rsid w:val="00945980"/>
    <w:rsid w:val="009476DA"/>
    <w:rsid w:val="00950A84"/>
    <w:rsid w:val="00951E0A"/>
    <w:rsid w:val="00953AF7"/>
    <w:rsid w:val="0096193C"/>
    <w:rsid w:val="0096206A"/>
    <w:rsid w:val="00966203"/>
    <w:rsid w:val="00974749"/>
    <w:rsid w:val="009748CF"/>
    <w:rsid w:val="00977674"/>
    <w:rsid w:val="0098114F"/>
    <w:rsid w:val="0098162D"/>
    <w:rsid w:val="00982CD8"/>
    <w:rsid w:val="00991E1E"/>
    <w:rsid w:val="00992742"/>
    <w:rsid w:val="00996BDC"/>
    <w:rsid w:val="009A12B3"/>
    <w:rsid w:val="009A1FDB"/>
    <w:rsid w:val="009A616F"/>
    <w:rsid w:val="009B2CF5"/>
    <w:rsid w:val="009B3C53"/>
    <w:rsid w:val="009B50D1"/>
    <w:rsid w:val="009B54C5"/>
    <w:rsid w:val="009B7C0D"/>
    <w:rsid w:val="009C13B3"/>
    <w:rsid w:val="009C2DF6"/>
    <w:rsid w:val="009C4749"/>
    <w:rsid w:val="009D4C18"/>
    <w:rsid w:val="009D5F4A"/>
    <w:rsid w:val="009D701B"/>
    <w:rsid w:val="009D72B8"/>
    <w:rsid w:val="009E0218"/>
    <w:rsid w:val="009E161A"/>
    <w:rsid w:val="009E641E"/>
    <w:rsid w:val="009E7836"/>
    <w:rsid w:val="009F1681"/>
    <w:rsid w:val="009F1FA7"/>
    <w:rsid w:val="009F2953"/>
    <w:rsid w:val="009F3718"/>
    <w:rsid w:val="009F5C3D"/>
    <w:rsid w:val="009F5FA1"/>
    <w:rsid w:val="00A02FB9"/>
    <w:rsid w:val="00A05437"/>
    <w:rsid w:val="00A10972"/>
    <w:rsid w:val="00A11360"/>
    <w:rsid w:val="00A11F74"/>
    <w:rsid w:val="00A12B64"/>
    <w:rsid w:val="00A16DD8"/>
    <w:rsid w:val="00A17DA0"/>
    <w:rsid w:val="00A210FD"/>
    <w:rsid w:val="00A2645A"/>
    <w:rsid w:val="00A276BC"/>
    <w:rsid w:val="00A32DA7"/>
    <w:rsid w:val="00A34160"/>
    <w:rsid w:val="00A37E6B"/>
    <w:rsid w:val="00A4069B"/>
    <w:rsid w:val="00A43D12"/>
    <w:rsid w:val="00A44051"/>
    <w:rsid w:val="00A44A71"/>
    <w:rsid w:val="00A45CE2"/>
    <w:rsid w:val="00A47966"/>
    <w:rsid w:val="00A51FFC"/>
    <w:rsid w:val="00A529D7"/>
    <w:rsid w:val="00A56A48"/>
    <w:rsid w:val="00A62AD8"/>
    <w:rsid w:val="00A64545"/>
    <w:rsid w:val="00A66A13"/>
    <w:rsid w:val="00A739C1"/>
    <w:rsid w:val="00A747E4"/>
    <w:rsid w:val="00A77862"/>
    <w:rsid w:val="00A81267"/>
    <w:rsid w:val="00A81517"/>
    <w:rsid w:val="00A84189"/>
    <w:rsid w:val="00A85FB7"/>
    <w:rsid w:val="00A91A55"/>
    <w:rsid w:val="00A92BEA"/>
    <w:rsid w:val="00A93FCA"/>
    <w:rsid w:val="00A949F6"/>
    <w:rsid w:val="00A97298"/>
    <w:rsid w:val="00AA1FC9"/>
    <w:rsid w:val="00AA4E3B"/>
    <w:rsid w:val="00AA4F6A"/>
    <w:rsid w:val="00AA5025"/>
    <w:rsid w:val="00AA6971"/>
    <w:rsid w:val="00AB0167"/>
    <w:rsid w:val="00AB0E22"/>
    <w:rsid w:val="00AB24E2"/>
    <w:rsid w:val="00AC2440"/>
    <w:rsid w:val="00AC252A"/>
    <w:rsid w:val="00AC5AB4"/>
    <w:rsid w:val="00AC722F"/>
    <w:rsid w:val="00AD1702"/>
    <w:rsid w:val="00AD19E4"/>
    <w:rsid w:val="00AD2547"/>
    <w:rsid w:val="00AD34C3"/>
    <w:rsid w:val="00AD3A89"/>
    <w:rsid w:val="00AD4E2A"/>
    <w:rsid w:val="00AE339B"/>
    <w:rsid w:val="00AE3CB2"/>
    <w:rsid w:val="00AE41F9"/>
    <w:rsid w:val="00AE42F4"/>
    <w:rsid w:val="00AE62BA"/>
    <w:rsid w:val="00AE65C0"/>
    <w:rsid w:val="00AF0B28"/>
    <w:rsid w:val="00AF1325"/>
    <w:rsid w:val="00AF32CA"/>
    <w:rsid w:val="00AF508D"/>
    <w:rsid w:val="00B00488"/>
    <w:rsid w:val="00B006AB"/>
    <w:rsid w:val="00B034E7"/>
    <w:rsid w:val="00B05DD8"/>
    <w:rsid w:val="00B06FF8"/>
    <w:rsid w:val="00B116FD"/>
    <w:rsid w:val="00B11F0E"/>
    <w:rsid w:val="00B16E5A"/>
    <w:rsid w:val="00B2207E"/>
    <w:rsid w:val="00B2548B"/>
    <w:rsid w:val="00B3037A"/>
    <w:rsid w:val="00B319F3"/>
    <w:rsid w:val="00B32A39"/>
    <w:rsid w:val="00B32A69"/>
    <w:rsid w:val="00B34210"/>
    <w:rsid w:val="00B40736"/>
    <w:rsid w:val="00B411EA"/>
    <w:rsid w:val="00B43E09"/>
    <w:rsid w:val="00B453DB"/>
    <w:rsid w:val="00B54EEB"/>
    <w:rsid w:val="00B56F10"/>
    <w:rsid w:val="00B57172"/>
    <w:rsid w:val="00B576A5"/>
    <w:rsid w:val="00B60DFD"/>
    <w:rsid w:val="00B62DD3"/>
    <w:rsid w:val="00B65903"/>
    <w:rsid w:val="00B70926"/>
    <w:rsid w:val="00B70AFC"/>
    <w:rsid w:val="00B70DC4"/>
    <w:rsid w:val="00B72B0D"/>
    <w:rsid w:val="00B73E43"/>
    <w:rsid w:val="00B75317"/>
    <w:rsid w:val="00B8011D"/>
    <w:rsid w:val="00B803C4"/>
    <w:rsid w:val="00B80603"/>
    <w:rsid w:val="00B80A12"/>
    <w:rsid w:val="00B80A54"/>
    <w:rsid w:val="00B80DC7"/>
    <w:rsid w:val="00B83016"/>
    <w:rsid w:val="00B86EC0"/>
    <w:rsid w:val="00B907FC"/>
    <w:rsid w:val="00B911A6"/>
    <w:rsid w:val="00B945BF"/>
    <w:rsid w:val="00B954D8"/>
    <w:rsid w:val="00B977FC"/>
    <w:rsid w:val="00BA3D79"/>
    <w:rsid w:val="00BA541A"/>
    <w:rsid w:val="00BA6D86"/>
    <w:rsid w:val="00BA78A7"/>
    <w:rsid w:val="00BB016E"/>
    <w:rsid w:val="00BB2726"/>
    <w:rsid w:val="00BB451E"/>
    <w:rsid w:val="00BB5793"/>
    <w:rsid w:val="00BC37A0"/>
    <w:rsid w:val="00BC4ECE"/>
    <w:rsid w:val="00BE07B8"/>
    <w:rsid w:val="00BE2BE7"/>
    <w:rsid w:val="00BE5036"/>
    <w:rsid w:val="00BE5E71"/>
    <w:rsid w:val="00BF0F45"/>
    <w:rsid w:val="00BF4F9B"/>
    <w:rsid w:val="00BF7747"/>
    <w:rsid w:val="00BF7D41"/>
    <w:rsid w:val="00C007C4"/>
    <w:rsid w:val="00C010E5"/>
    <w:rsid w:val="00C02041"/>
    <w:rsid w:val="00C04B66"/>
    <w:rsid w:val="00C077AB"/>
    <w:rsid w:val="00C0780D"/>
    <w:rsid w:val="00C07D35"/>
    <w:rsid w:val="00C116D9"/>
    <w:rsid w:val="00C12B65"/>
    <w:rsid w:val="00C151A9"/>
    <w:rsid w:val="00C1762F"/>
    <w:rsid w:val="00C20002"/>
    <w:rsid w:val="00C207CC"/>
    <w:rsid w:val="00C22EC9"/>
    <w:rsid w:val="00C23114"/>
    <w:rsid w:val="00C263F5"/>
    <w:rsid w:val="00C320B9"/>
    <w:rsid w:val="00C3316B"/>
    <w:rsid w:val="00C35208"/>
    <w:rsid w:val="00C36257"/>
    <w:rsid w:val="00C3627B"/>
    <w:rsid w:val="00C36851"/>
    <w:rsid w:val="00C42E9F"/>
    <w:rsid w:val="00C4623D"/>
    <w:rsid w:val="00C469A9"/>
    <w:rsid w:val="00C55385"/>
    <w:rsid w:val="00C6148A"/>
    <w:rsid w:val="00C61508"/>
    <w:rsid w:val="00C61C18"/>
    <w:rsid w:val="00C76898"/>
    <w:rsid w:val="00C86BF8"/>
    <w:rsid w:val="00C87846"/>
    <w:rsid w:val="00C93086"/>
    <w:rsid w:val="00C93E23"/>
    <w:rsid w:val="00C96ED6"/>
    <w:rsid w:val="00C97CF9"/>
    <w:rsid w:val="00CA0080"/>
    <w:rsid w:val="00CA03FA"/>
    <w:rsid w:val="00CA42C9"/>
    <w:rsid w:val="00CA5B5B"/>
    <w:rsid w:val="00CB060E"/>
    <w:rsid w:val="00CB1CAA"/>
    <w:rsid w:val="00CB6783"/>
    <w:rsid w:val="00CB7F33"/>
    <w:rsid w:val="00CC0C9F"/>
    <w:rsid w:val="00CC394B"/>
    <w:rsid w:val="00CC454D"/>
    <w:rsid w:val="00CD424B"/>
    <w:rsid w:val="00CD42E2"/>
    <w:rsid w:val="00CD6523"/>
    <w:rsid w:val="00CE13AA"/>
    <w:rsid w:val="00CE664D"/>
    <w:rsid w:val="00CE7140"/>
    <w:rsid w:val="00CF0091"/>
    <w:rsid w:val="00CF061C"/>
    <w:rsid w:val="00CF2540"/>
    <w:rsid w:val="00CF4FB1"/>
    <w:rsid w:val="00CF503F"/>
    <w:rsid w:val="00CF5A5E"/>
    <w:rsid w:val="00D0189D"/>
    <w:rsid w:val="00D05160"/>
    <w:rsid w:val="00D0735F"/>
    <w:rsid w:val="00D074C3"/>
    <w:rsid w:val="00D11AE4"/>
    <w:rsid w:val="00D15EC6"/>
    <w:rsid w:val="00D16F25"/>
    <w:rsid w:val="00D20239"/>
    <w:rsid w:val="00D324D8"/>
    <w:rsid w:val="00D33A8C"/>
    <w:rsid w:val="00D41875"/>
    <w:rsid w:val="00D5056F"/>
    <w:rsid w:val="00D50BCF"/>
    <w:rsid w:val="00D5419F"/>
    <w:rsid w:val="00D55F19"/>
    <w:rsid w:val="00D56675"/>
    <w:rsid w:val="00D56D3C"/>
    <w:rsid w:val="00D571A2"/>
    <w:rsid w:val="00D60442"/>
    <w:rsid w:val="00D61407"/>
    <w:rsid w:val="00D617FA"/>
    <w:rsid w:val="00D61B7B"/>
    <w:rsid w:val="00D62383"/>
    <w:rsid w:val="00D63DFF"/>
    <w:rsid w:val="00D6723C"/>
    <w:rsid w:val="00D67C4B"/>
    <w:rsid w:val="00D73EF6"/>
    <w:rsid w:val="00D7446B"/>
    <w:rsid w:val="00D75142"/>
    <w:rsid w:val="00D768C8"/>
    <w:rsid w:val="00D8197E"/>
    <w:rsid w:val="00D864FF"/>
    <w:rsid w:val="00D8655B"/>
    <w:rsid w:val="00D86EAE"/>
    <w:rsid w:val="00D87659"/>
    <w:rsid w:val="00D9189F"/>
    <w:rsid w:val="00D950BA"/>
    <w:rsid w:val="00D95887"/>
    <w:rsid w:val="00D95CC3"/>
    <w:rsid w:val="00D96DE4"/>
    <w:rsid w:val="00D97117"/>
    <w:rsid w:val="00D9718B"/>
    <w:rsid w:val="00D9778E"/>
    <w:rsid w:val="00D977E1"/>
    <w:rsid w:val="00DA0889"/>
    <w:rsid w:val="00DA4999"/>
    <w:rsid w:val="00DA6650"/>
    <w:rsid w:val="00DA7122"/>
    <w:rsid w:val="00DB07F0"/>
    <w:rsid w:val="00DB14D4"/>
    <w:rsid w:val="00DB2300"/>
    <w:rsid w:val="00DB28BD"/>
    <w:rsid w:val="00DB49DC"/>
    <w:rsid w:val="00DB4A35"/>
    <w:rsid w:val="00DC2EA0"/>
    <w:rsid w:val="00DC6458"/>
    <w:rsid w:val="00DC6770"/>
    <w:rsid w:val="00DD0713"/>
    <w:rsid w:val="00DD0BFB"/>
    <w:rsid w:val="00DD2F9B"/>
    <w:rsid w:val="00DD338F"/>
    <w:rsid w:val="00DD377F"/>
    <w:rsid w:val="00DD5720"/>
    <w:rsid w:val="00DD5CE8"/>
    <w:rsid w:val="00DE0917"/>
    <w:rsid w:val="00DE3770"/>
    <w:rsid w:val="00DE442D"/>
    <w:rsid w:val="00DE4E37"/>
    <w:rsid w:val="00DE5DE7"/>
    <w:rsid w:val="00DF0744"/>
    <w:rsid w:val="00DF2C7B"/>
    <w:rsid w:val="00DF4E87"/>
    <w:rsid w:val="00DF62EF"/>
    <w:rsid w:val="00E00B2A"/>
    <w:rsid w:val="00E03F35"/>
    <w:rsid w:val="00E07367"/>
    <w:rsid w:val="00E07ADA"/>
    <w:rsid w:val="00E10273"/>
    <w:rsid w:val="00E1209B"/>
    <w:rsid w:val="00E13021"/>
    <w:rsid w:val="00E139CF"/>
    <w:rsid w:val="00E13B78"/>
    <w:rsid w:val="00E13EB3"/>
    <w:rsid w:val="00E14585"/>
    <w:rsid w:val="00E228AA"/>
    <w:rsid w:val="00E22A9F"/>
    <w:rsid w:val="00E3002D"/>
    <w:rsid w:val="00E30156"/>
    <w:rsid w:val="00E301B6"/>
    <w:rsid w:val="00E33402"/>
    <w:rsid w:val="00E34068"/>
    <w:rsid w:val="00E35C40"/>
    <w:rsid w:val="00E40628"/>
    <w:rsid w:val="00E40864"/>
    <w:rsid w:val="00E40AE6"/>
    <w:rsid w:val="00E40BF3"/>
    <w:rsid w:val="00E4194C"/>
    <w:rsid w:val="00E43D0F"/>
    <w:rsid w:val="00E4595F"/>
    <w:rsid w:val="00E46E57"/>
    <w:rsid w:val="00E47D13"/>
    <w:rsid w:val="00E50301"/>
    <w:rsid w:val="00E52A6E"/>
    <w:rsid w:val="00E604F6"/>
    <w:rsid w:val="00E629AE"/>
    <w:rsid w:val="00E65BFE"/>
    <w:rsid w:val="00E67A20"/>
    <w:rsid w:val="00E71FBE"/>
    <w:rsid w:val="00E7211E"/>
    <w:rsid w:val="00E72DD3"/>
    <w:rsid w:val="00E76826"/>
    <w:rsid w:val="00E7686F"/>
    <w:rsid w:val="00E86E5A"/>
    <w:rsid w:val="00E93BB6"/>
    <w:rsid w:val="00E950EB"/>
    <w:rsid w:val="00E95265"/>
    <w:rsid w:val="00EA2038"/>
    <w:rsid w:val="00EA283D"/>
    <w:rsid w:val="00EA6039"/>
    <w:rsid w:val="00EB0E1F"/>
    <w:rsid w:val="00EB3E6B"/>
    <w:rsid w:val="00EB62D9"/>
    <w:rsid w:val="00EB6D7E"/>
    <w:rsid w:val="00EB6DF5"/>
    <w:rsid w:val="00EC0055"/>
    <w:rsid w:val="00EC3E25"/>
    <w:rsid w:val="00EC3FAD"/>
    <w:rsid w:val="00EC48FD"/>
    <w:rsid w:val="00EC5BD8"/>
    <w:rsid w:val="00ED33E3"/>
    <w:rsid w:val="00ED3B58"/>
    <w:rsid w:val="00ED5063"/>
    <w:rsid w:val="00ED7EB9"/>
    <w:rsid w:val="00ED7FEC"/>
    <w:rsid w:val="00EE015D"/>
    <w:rsid w:val="00EE0F50"/>
    <w:rsid w:val="00EE10C4"/>
    <w:rsid w:val="00EE1B24"/>
    <w:rsid w:val="00EE29F7"/>
    <w:rsid w:val="00EE74DC"/>
    <w:rsid w:val="00EF04C8"/>
    <w:rsid w:val="00EF122B"/>
    <w:rsid w:val="00EF148A"/>
    <w:rsid w:val="00EF7B1F"/>
    <w:rsid w:val="00F01758"/>
    <w:rsid w:val="00F04992"/>
    <w:rsid w:val="00F05CD1"/>
    <w:rsid w:val="00F0630A"/>
    <w:rsid w:val="00F125B2"/>
    <w:rsid w:val="00F12929"/>
    <w:rsid w:val="00F14311"/>
    <w:rsid w:val="00F15702"/>
    <w:rsid w:val="00F16DA5"/>
    <w:rsid w:val="00F16E94"/>
    <w:rsid w:val="00F173DE"/>
    <w:rsid w:val="00F178FF"/>
    <w:rsid w:val="00F20324"/>
    <w:rsid w:val="00F24B84"/>
    <w:rsid w:val="00F3121B"/>
    <w:rsid w:val="00F32847"/>
    <w:rsid w:val="00F4070F"/>
    <w:rsid w:val="00F46AAA"/>
    <w:rsid w:val="00F55B41"/>
    <w:rsid w:val="00F61754"/>
    <w:rsid w:val="00F645CD"/>
    <w:rsid w:val="00F65FA5"/>
    <w:rsid w:val="00F669EB"/>
    <w:rsid w:val="00F6740E"/>
    <w:rsid w:val="00F72141"/>
    <w:rsid w:val="00F728FC"/>
    <w:rsid w:val="00F731E4"/>
    <w:rsid w:val="00F739F1"/>
    <w:rsid w:val="00F80146"/>
    <w:rsid w:val="00F8264D"/>
    <w:rsid w:val="00F83B05"/>
    <w:rsid w:val="00F85F53"/>
    <w:rsid w:val="00F9129E"/>
    <w:rsid w:val="00F9434A"/>
    <w:rsid w:val="00F9497D"/>
    <w:rsid w:val="00F949A2"/>
    <w:rsid w:val="00F95D49"/>
    <w:rsid w:val="00F960B6"/>
    <w:rsid w:val="00F96A5B"/>
    <w:rsid w:val="00FA551D"/>
    <w:rsid w:val="00FB390F"/>
    <w:rsid w:val="00FB4D14"/>
    <w:rsid w:val="00FC215A"/>
    <w:rsid w:val="00FC2557"/>
    <w:rsid w:val="00FC61EA"/>
    <w:rsid w:val="00FC66FF"/>
    <w:rsid w:val="00FD0657"/>
    <w:rsid w:val="00FD086B"/>
    <w:rsid w:val="00FD0AF7"/>
    <w:rsid w:val="00FD0FB1"/>
    <w:rsid w:val="00FD2E4B"/>
    <w:rsid w:val="00FD3D21"/>
    <w:rsid w:val="00FD436D"/>
    <w:rsid w:val="00FD4A50"/>
    <w:rsid w:val="00FD6211"/>
    <w:rsid w:val="00FD6C7E"/>
    <w:rsid w:val="00FD72CB"/>
    <w:rsid w:val="00FE01B9"/>
    <w:rsid w:val="00FE0846"/>
    <w:rsid w:val="00FE13EF"/>
    <w:rsid w:val="00FE1EFC"/>
    <w:rsid w:val="00FE3C12"/>
    <w:rsid w:val="00FE3CDF"/>
    <w:rsid w:val="00FE4020"/>
    <w:rsid w:val="00FE466E"/>
    <w:rsid w:val="00FE4C6B"/>
    <w:rsid w:val="00FE7772"/>
    <w:rsid w:val="00FF03FD"/>
    <w:rsid w:val="00FF2EF7"/>
    <w:rsid w:val="00FF35CF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C680B8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uiPriority w:val="22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  <w:style w:type="paragraph" w:styleId="Tekstprzypisukocowego">
    <w:name w:val="endnote text"/>
    <w:basedOn w:val="Normalny"/>
    <w:link w:val="TekstprzypisukocowegoZnak"/>
    <w:semiHidden/>
    <w:unhideWhenUsed/>
    <w:rsid w:val="00797D40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97D40"/>
    <w:rPr>
      <w:rFonts w:ascii="Arial" w:hAnsi="Arial"/>
      <w:lang w:val="de-DE" w:eastAsia="de-DE"/>
    </w:rPr>
  </w:style>
  <w:style w:type="character" w:styleId="Odwoanieprzypisukocowego">
    <w:name w:val="endnote reference"/>
    <w:basedOn w:val="Domylnaczcionkaakapitu"/>
    <w:semiHidden/>
    <w:unhideWhenUsed/>
    <w:rsid w:val="00797D40"/>
    <w:rPr>
      <w:vertAlign w:val="superscript"/>
    </w:rPr>
  </w:style>
  <w:style w:type="paragraph" w:customStyle="1" w:styleId="hero--paragraph">
    <w:name w:val="hero--paragraph"/>
    <w:basedOn w:val="Normalny"/>
    <w:rsid w:val="008A62A6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zneskochabiznes.onet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54297-93B1-46E3-9B73-E719C6C2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</Template>
  <TotalTime>0</TotalTime>
  <Pages>1</Pages>
  <Words>277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Kujawa, Aneta</cp:lastModifiedBy>
  <cp:revision>3</cp:revision>
  <cp:lastPrinted>2017-03-15T11:29:00Z</cp:lastPrinted>
  <dcterms:created xsi:type="dcterms:W3CDTF">2020-06-15T10:06:00Z</dcterms:created>
  <dcterms:modified xsi:type="dcterms:W3CDTF">2020-06-16T07:27:00Z</dcterms:modified>
</cp:coreProperties>
</file>